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1F" w:rsidRPr="00A1628A" w:rsidRDefault="00DA681F" w:rsidP="00DA681F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A1628A">
        <w:t xml:space="preserve">Příloha č. </w:t>
      </w:r>
      <w:r>
        <w:t>5</w:t>
      </w:r>
      <w:r w:rsidRPr="00A1628A">
        <w:t xml:space="preserve"> Zadávací dokumentace:</w:t>
      </w:r>
    </w:p>
    <w:bookmarkEnd w:id="0"/>
    <w:bookmarkEnd w:id="1"/>
    <w:p w:rsidR="00FE4535" w:rsidRDefault="00D36F3D" w:rsidP="00D36F3D">
      <w:pPr>
        <w:pStyle w:val="NadpisVZ1"/>
        <w:numPr>
          <w:ilvl w:val="0"/>
          <w:numId w:val="0"/>
        </w:numPr>
      </w:pPr>
      <w:r w:rsidRPr="00D36F3D">
        <w:t>Čestné prohlášení k prokázání splnění základní způsobilosti</w:t>
      </w:r>
    </w:p>
    <w:p w:rsidR="0052052B" w:rsidRPr="00D36F3D" w:rsidRDefault="00BE39BC" w:rsidP="00D36F3D">
      <w:pPr>
        <w:pStyle w:val="NadpisVZ1"/>
        <w:numPr>
          <w:ilvl w:val="0"/>
          <w:numId w:val="0"/>
        </w:numPr>
      </w:pPr>
      <w:r>
        <w:t xml:space="preserve"> </w:t>
      </w:r>
      <w:r w:rsidR="00FE4535">
        <w:t xml:space="preserve">dle § 75 odst. 1 písm. c) a d) </w:t>
      </w:r>
      <w:proofErr w:type="spellStart"/>
      <w:r w:rsidR="00FE4535">
        <w:t>ZZVZ</w:t>
      </w:r>
      <w:proofErr w:type="spellEnd"/>
      <w:r w:rsidR="00FE4535">
        <w:t xml:space="preserve"> </w:t>
      </w:r>
      <w:r w:rsidR="00DA681F">
        <w:rPr>
          <w:rFonts w:eastAsia="Calibri"/>
        </w:rPr>
        <w:t>(VZOR)</w:t>
      </w:r>
    </w:p>
    <w:p w:rsidR="00106307" w:rsidRPr="00A1628A" w:rsidRDefault="00106307" w:rsidP="00106307">
      <w:pPr>
        <w:jc w:val="both"/>
        <w:rPr>
          <w:rFonts w:cs="Arial"/>
          <w:bCs/>
          <w:iCs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/>
      </w:tblPr>
      <w:tblGrid>
        <w:gridCol w:w="9639"/>
      </w:tblGrid>
      <w:tr w:rsidR="00106307" w:rsidRPr="009C6679" w:rsidTr="0043363F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106307" w:rsidRPr="009C6679" w:rsidRDefault="00106307" w:rsidP="0043363F">
            <w:pPr>
              <w:rPr>
                <w:rFonts w:cs="Arial"/>
                <w:b/>
                <w:bCs/>
                <w:caps/>
                <w:sz w:val="20"/>
              </w:rPr>
            </w:pPr>
            <w:bookmarkStart w:id="2" w:name="_GoBack"/>
            <w:bookmarkEnd w:id="2"/>
            <w:r w:rsidRPr="009C6679">
              <w:rPr>
                <w:rFonts w:cs="Arial"/>
                <w:b/>
                <w:bCs/>
                <w:caps/>
                <w:sz w:val="20"/>
              </w:rPr>
              <w:t>nÁZEV VEŘEJNÉ ZAKÁZKY: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Pr="00D144C3">
              <w:rPr>
                <w:rFonts w:cs="Arial"/>
                <w:b/>
                <w:sz w:val="20"/>
              </w:rPr>
              <w:t>Modernizace návazné péče – Klatovská nemocnice, a.s.</w:t>
            </w:r>
          </w:p>
        </w:tc>
      </w:tr>
      <w:tr w:rsidR="00106307" w:rsidRPr="00E70A65" w:rsidTr="0043363F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307" w:rsidRDefault="00106307" w:rsidP="0043363F">
            <w:pPr>
              <w:rPr>
                <w:rFonts w:cs="Arial"/>
                <w:color w:val="000000"/>
                <w:sz w:val="20"/>
              </w:rPr>
            </w:pPr>
            <w:r w:rsidRPr="00D144C3">
              <w:rPr>
                <w:rFonts w:cs="Arial"/>
                <w:bCs/>
                <w:color w:val="010000"/>
                <w:sz w:val="20"/>
              </w:rPr>
              <w:t>Nadlimitní veřejná zakázka na dodávky zadávaná v otevřeném řízení podle § 56 zákona č. 134/2016 Sb., o zadávání veřejných zakázkách, ve znění pozdějších předpisů</w:t>
            </w:r>
            <w:r>
              <w:rPr>
                <w:rFonts w:cs="Arial"/>
                <w:bCs/>
                <w:color w:val="010000"/>
                <w:sz w:val="20"/>
              </w:rPr>
              <w:t xml:space="preserve"> (dále jen „</w:t>
            </w:r>
            <w:proofErr w:type="spellStart"/>
            <w:r>
              <w:rPr>
                <w:rFonts w:cs="Arial"/>
                <w:bCs/>
                <w:color w:val="010000"/>
                <w:sz w:val="20"/>
              </w:rPr>
              <w:t>ZZVZ</w:t>
            </w:r>
            <w:proofErr w:type="spellEnd"/>
            <w:r>
              <w:rPr>
                <w:rFonts w:cs="Arial"/>
                <w:bCs/>
                <w:color w:val="010000"/>
                <w:sz w:val="20"/>
              </w:rPr>
              <w:t>“).</w:t>
            </w:r>
          </w:p>
        </w:tc>
      </w:tr>
      <w:tr w:rsidR="00106307" w:rsidRPr="00E70A65" w:rsidTr="0043363F">
        <w:trPr>
          <w:trHeight w:val="475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307" w:rsidRPr="00652B56" w:rsidRDefault="00106307" w:rsidP="0043363F">
            <w:pPr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Dodavatel podává nabídku na tyto ČÁSTI veřejné zakázky:  </w:t>
            </w:r>
            <w:r>
              <w:rPr>
                <w:rFonts w:cs="Arial"/>
                <w:b/>
                <w:color w:val="FF0000"/>
                <w:sz w:val="20"/>
              </w:rPr>
              <w:t>DOPLNÍ DODAVATEL</w:t>
            </w:r>
          </w:p>
        </w:tc>
      </w:tr>
    </w:tbl>
    <w:p w:rsidR="00106307" w:rsidRDefault="00106307" w:rsidP="00106307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262"/>
        <w:gridCol w:w="6377"/>
      </w:tblGrid>
      <w:tr w:rsidR="00106307" w:rsidTr="0043363F">
        <w:trPr>
          <w:trHeight w:val="567"/>
          <w:jc w:val="center"/>
        </w:trPr>
        <w:tc>
          <w:tcPr>
            <w:tcW w:w="3262" w:type="dxa"/>
            <w:vAlign w:val="center"/>
          </w:tcPr>
          <w:p w:rsidR="00106307" w:rsidRPr="00B31AB3" w:rsidRDefault="00106307" w:rsidP="0043363F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6377" w:type="dxa"/>
            <w:vAlign w:val="center"/>
          </w:tcPr>
          <w:p w:rsidR="00106307" w:rsidRPr="00A32C78" w:rsidRDefault="00106307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106307" w:rsidTr="0043363F">
        <w:trPr>
          <w:trHeight w:val="475"/>
          <w:jc w:val="center"/>
        </w:trPr>
        <w:tc>
          <w:tcPr>
            <w:tcW w:w="3262" w:type="dxa"/>
            <w:vAlign w:val="center"/>
          </w:tcPr>
          <w:p w:rsidR="00106307" w:rsidRPr="00B31AB3" w:rsidRDefault="00106307" w:rsidP="0043363F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377" w:type="dxa"/>
            <w:vAlign w:val="center"/>
          </w:tcPr>
          <w:p w:rsidR="00106307" w:rsidRPr="00A32C78" w:rsidRDefault="00106307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106307" w:rsidTr="0043363F">
        <w:trPr>
          <w:trHeight w:val="511"/>
          <w:jc w:val="center"/>
        </w:trPr>
        <w:tc>
          <w:tcPr>
            <w:tcW w:w="3262" w:type="dxa"/>
            <w:vAlign w:val="center"/>
          </w:tcPr>
          <w:p w:rsidR="00106307" w:rsidRPr="00B31AB3" w:rsidRDefault="00106307" w:rsidP="0043363F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377" w:type="dxa"/>
            <w:vAlign w:val="center"/>
          </w:tcPr>
          <w:p w:rsidR="00106307" w:rsidRPr="00A32C78" w:rsidRDefault="00106307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106307" w:rsidTr="0043363F">
        <w:trPr>
          <w:trHeight w:val="567"/>
          <w:jc w:val="center"/>
        </w:trPr>
        <w:tc>
          <w:tcPr>
            <w:tcW w:w="3262" w:type="dxa"/>
            <w:vAlign w:val="center"/>
          </w:tcPr>
          <w:p w:rsidR="00106307" w:rsidRPr="00B31AB3" w:rsidRDefault="00106307" w:rsidP="0043363F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106307" w:rsidRPr="00A32C78" w:rsidRDefault="00106307" w:rsidP="0043363F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106307" w:rsidRPr="00A1628A" w:rsidRDefault="00106307" w:rsidP="00106307">
      <w:pPr>
        <w:jc w:val="both"/>
        <w:rPr>
          <w:rFonts w:cs="Arial"/>
          <w:bCs/>
          <w:iCs/>
          <w:sz w:val="20"/>
        </w:rPr>
      </w:pPr>
    </w:p>
    <w:p w:rsidR="00106307" w:rsidRDefault="00106307" w:rsidP="00106307">
      <w:pPr>
        <w:rPr>
          <w:rFonts w:cs="Arial"/>
          <w:b/>
          <w:sz w:val="20"/>
        </w:rPr>
      </w:pPr>
    </w:p>
    <w:p w:rsidR="00106307" w:rsidRDefault="00106307" w:rsidP="00106307">
      <w:pPr>
        <w:jc w:val="both"/>
        <w:rPr>
          <w:rFonts w:cs="Arial"/>
          <w:b/>
          <w:sz w:val="20"/>
        </w:rPr>
      </w:pPr>
      <w:r w:rsidRPr="00106307">
        <w:rPr>
          <w:rFonts w:cs="Arial"/>
          <w:b/>
          <w:sz w:val="20"/>
        </w:rPr>
        <w:t>Výše uvedený účastník zadávacího řízení jako dodavatel předmětn</w:t>
      </w:r>
      <w:r>
        <w:rPr>
          <w:rFonts w:cs="Arial"/>
          <w:b/>
          <w:sz w:val="20"/>
        </w:rPr>
        <w:t xml:space="preserve">ých částí </w:t>
      </w:r>
      <w:r w:rsidRPr="00106307">
        <w:rPr>
          <w:rFonts w:cs="Arial"/>
          <w:b/>
          <w:sz w:val="20"/>
        </w:rPr>
        <w:t>veřejné zakázky</w:t>
      </w:r>
      <w:r w:rsidRPr="00A1628A">
        <w:rPr>
          <w:rFonts w:cs="Arial"/>
          <w:sz w:val="20"/>
        </w:rPr>
        <w:t xml:space="preserve"> </w:t>
      </w:r>
      <w:r w:rsidRPr="00724579">
        <w:rPr>
          <w:rFonts w:cs="Arial"/>
          <w:b/>
          <w:sz w:val="20"/>
        </w:rPr>
        <w:t>tímto čestně prohlašuje, že k datu podání nabídky:</w:t>
      </w:r>
    </w:p>
    <w:p w:rsidR="00106307" w:rsidRPr="00D36F3D" w:rsidRDefault="00106307" w:rsidP="00106307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nemá v České republice nebo v zemi svého sídla v evidenci daní zachycen splatný daňový nedoplatek</w:t>
      </w:r>
      <w:r>
        <w:rPr>
          <w:color w:val="010000"/>
          <w:sz w:val="20"/>
        </w:rPr>
        <w:t xml:space="preserve"> ve vztahu ke spotřební dani,</w:t>
      </w:r>
    </w:p>
    <w:p w:rsidR="00106307" w:rsidRPr="00FE4535" w:rsidRDefault="00106307" w:rsidP="00106307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nemá v České republice nebo v zemi svého sídla splatný nedoplatek na pojistném nebo na penále na veřejné zdravotní pojištění</w:t>
      </w:r>
      <w:r>
        <w:rPr>
          <w:color w:val="010000"/>
          <w:sz w:val="20"/>
          <w:szCs w:val="20"/>
        </w:rPr>
        <w:t>.</w:t>
      </w:r>
    </w:p>
    <w:p w:rsidR="000664D7" w:rsidRDefault="000664D7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D740E2" w:rsidRDefault="00D740E2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8C0228" w:rsidRDefault="008C0228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8C0228" w:rsidRDefault="008C0228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D36F3D" w:rsidRPr="000664D7" w:rsidRDefault="00D36F3D" w:rsidP="000664D7">
      <w:pPr>
        <w:spacing w:after="200" w:line="270" w:lineRule="exact"/>
        <w:jc w:val="both"/>
        <w:rPr>
          <w:rFonts w:cs="Arial"/>
          <w:bCs/>
          <w:iCs/>
          <w:sz w:val="20"/>
        </w:rPr>
      </w:pPr>
      <w:proofErr w:type="gramStart"/>
      <w:r w:rsidRPr="000664D7">
        <w:rPr>
          <w:rFonts w:cs="Arial"/>
          <w:bCs/>
          <w:iCs/>
          <w:sz w:val="20"/>
        </w:rPr>
        <w:t>V</w:t>
      </w:r>
      <w:r w:rsidR="000664D7"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</w:t>
      </w:r>
      <w:proofErr w:type="gramEnd"/>
      <w:r w:rsidRPr="000664D7">
        <w:rPr>
          <w:rFonts w:cs="Arial"/>
          <w:color w:val="FF0000"/>
          <w:sz w:val="20"/>
        </w:rPr>
        <w:t xml:space="preserve"> DODAVATEL</w:t>
      </w:r>
      <w:r w:rsidRPr="000664D7">
        <w:rPr>
          <w:rFonts w:cs="Arial"/>
          <w:bCs/>
          <w:iCs/>
          <w:sz w:val="20"/>
        </w:rPr>
        <w:t xml:space="preserve"> dne</w:t>
      </w:r>
      <w:r w:rsidR="000664D7"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Pr="000664D7">
        <w:rPr>
          <w:rFonts w:cs="Arial"/>
          <w:bCs/>
          <w:iCs/>
          <w:sz w:val="20"/>
        </w:rPr>
        <w:t xml:space="preserve"> 201</w:t>
      </w:r>
      <w:r w:rsidR="00087593">
        <w:rPr>
          <w:rFonts w:cs="Arial"/>
          <w:bCs/>
          <w:iCs/>
          <w:sz w:val="20"/>
        </w:rPr>
        <w:t>8</w:t>
      </w:r>
      <w:r w:rsidRPr="000664D7">
        <w:rPr>
          <w:rFonts w:cs="Arial"/>
          <w:bCs/>
          <w:iCs/>
          <w:sz w:val="20"/>
        </w:rPr>
        <w:t xml:space="preserve">                   </w:t>
      </w:r>
    </w:p>
    <w:p w:rsidR="00D36F3D" w:rsidRDefault="00D36F3D" w:rsidP="00D36F3D">
      <w:pPr>
        <w:spacing w:line="270" w:lineRule="exact"/>
        <w:rPr>
          <w:rFonts w:cs="Arial"/>
          <w:bCs/>
          <w:iCs/>
          <w:sz w:val="20"/>
        </w:rPr>
      </w:pPr>
    </w:p>
    <w:p w:rsidR="00D36F3D" w:rsidRDefault="00D36F3D" w:rsidP="00D36F3D">
      <w:pPr>
        <w:spacing w:line="270" w:lineRule="exact"/>
        <w:rPr>
          <w:rFonts w:cs="Arial"/>
          <w:bCs/>
          <w:iCs/>
          <w:sz w:val="20"/>
        </w:rPr>
      </w:pPr>
    </w:p>
    <w:p w:rsidR="006A1F09" w:rsidRPr="00041118" w:rsidRDefault="006A1F09" w:rsidP="00D36F3D">
      <w:pPr>
        <w:spacing w:line="270" w:lineRule="exact"/>
        <w:rPr>
          <w:rFonts w:cs="Arial"/>
          <w:bCs/>
          <w:iCs/>
          <w:sz w:val="20"/>
        </w:rPr>
      </w:pPr>
    </w:p>
    <w:p w:rsidR="00D36F3D" w:rsidRPr="00041118" w:rsidRDefault="00D36F3D" w:rsidP="00D36F3D">
      <w:pPr>
        <w:jc w:val="both"/>
        <w:rPr>
          <w:rFonts w:cs="Arial"/>
          <w:sz w:val="20"/>
        </w:rPr>
      </w:pPr>
    </w:p>
    <w:p w:rsidR="00D36F3D" w:rsidRPr="00041118" w:rsidRDefault="00D36F3D" w:rsidP="00D36F3D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D36F3D" w:rsidRPr="00041118" w:rsidRDefault="00D36F3D" w:rsidP="00D36F3D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D36F3D" w:rsidRPr="00041118" w:rsidRDefault="00D36F3D" w:rsidP="00D36F3D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D36F3D" w:rsidRPr="00041118" w:rsidRDefault="00D36F3D" w:rsidP="00D36F3D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52052B" w:rsidRPr="00834ACA" w:rsidRDefault="00D36F3D" w:rsidP="000664D7">
      <w:pPr>
        <w:rPr>
          <w:rFonts w:cs="Arial"/>
          <w:color w:val="0000FF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sectPr w:rsidR="0052052B" w:rsidRPr="00834ACA" w:rsidSect="00D36F3D">
      <w:footerReference w:type="default" r:id="rId8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81F" w:rsidRDefault="00DA681F" w:rsidP="00264229">
      <w:r>
        <w:separator/>
      </w:r>
    </w:p>
  </w:endnote>
  <w:endnote w:type="continuationSeparator" w:id="0">
    <w:p w:rsidR="00DA681F" w:rsidRDefault="00DA681F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81F" w:rsidRPr="005C0F97" w:rsidRDefault="00DA681F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A681F" w:rsidRPr="005700BE" w:rsidRDefault="00DA681F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B954B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B954BC" w:rsidRPr="005C0F97">
      <w:rPr>
        <w:rFonts w:cs="Arial"/>
        <w:i/>
        <w:color w:val="7F7F7F"/>
        <w:sz w:val="18"/>
        <w:szCs w:val="18"/>
      </w:rPr>
      <w:fldChar w:fldCharType="separate"/>
    </w:r>
    <w:r w:rsidR="00087593">
      <w:rPr>
        <w:rFonts w:cs="Arial"/>
        <w:i/>
        <w:noProof/>
        <w:color w:val="7F7F7F"/>
        <w:sz w:val="18"/>
        <w:szCs w:val="18"/>
      </w:rPr>
      <w:t>1</w:t>
    </w:r>
    <w:r w:rsidR="00B954BC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B954B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B954BC" w:rsidRPr="005C0F97">
      <w:rPr>
        <w:rFonts w:cs="Arial"/>
        <w:i/>
        <w:color w:val="7F7F7F"/>
        <w:sz w:val="18"/>
        <w:szCs w:val="18"/>
      </w:rPr>
      <w:fldChar w:fldCharType="separate"/>
    </w:r>
    <w:r w:rsidR="00087593">
      <w:rPr>
        <w:rFonts w:cs="Arial"/>
        <w:i/>
        <w:noProof/>
        <w:color w:val="7F7F7F"/>
        <w:sz w:val="18"/>
        <w:szCs w:val="18"/>
      </w:rPr>
      <w:t>1</w:t>
    </w:r>
    <w:r w:rsidR="00B954BC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81F" w:rsidRDefault="00DA681F" w:rsidP="00264229">
      <w:r>
        <w:separator/>
      </w:r>
    </w:p>
  </w:footnote>
  <w:footnote w:type="continuationSeparator" w:id="0">
    <w:p w:rsidR="00DA681F" w:rsidRDefault="00DA681F" w:rsidP="00264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1E596B3E"/>
    <w:multiLevelType w:val="hybridMultilevel"/>
    <w:tmpl w:val="595226CA"/>
    <w:lvl w:ilvl="0" w:tplc="04050017">
      <w:start w:val="1"/>
      <w:numFmt w:val="lowerLetter"/>
      <w:lvlText w:val="%1)"/>
      <w:lvlJc w:val="left"/>
      <w:pPr>
        <w:ind w:left="2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4" w:hanging="360"/>
      </w:pPr>
    </w:lvl>
    <w:lvl w:ilvl="2" w:tplc="0405001B" w:tentative="1">
      <w:start w:val="1"/>
      <w:numFmt w:val="lowerRoman"/>
      <w:lvlText w:val="%3."/>
      <w:lvlJc w:val="right"/>
      <w:pPr>
        <w:ind w:left="1654" w:hanging="180"/>
      </w:pPr>
    </w:lvl>
    <w:lvl w:ilvl="3" w:tplc="0405000F" w:tentative="1">
      <w:start w:val="1"/>
      <w:numFmt w:val="decimal"/>
      <w:lvlText w:val="%4."/>
      <w:lvlJc w:val="left"/>
      <w:pPr>
        <w:ind w:left="2374" w:hanging="360"/>
      </w:pPr>
    </w:lvl>
    <w:lvl w:ilvl="4" w:tplc="04050019" w:tentative="1">
      <w:start w:val="1"/>
      <w:numFmt w:val="lowerLetter"/>
      <w:lvlText w:val="%5."/>
      <w:lvlJc w:val="left"/>
      <w:pPr>
        <w:ind w:left="3094" w:hanging="360"/>
      </w:pPr>
    </w:lvl>
    <w:lvl w:ilvl="5" w:tplc="0405001B" w:tentative="1">
      <w:start w:val="1"/>
      <w:numFmt w:val="lowerRoman"/>
      <w:lvlText w:val="%6."/>
      <w:lvlJc w:val="right"/>
      <w:pPr>
        <w:ind w:left="3814" w:hanging="180"/>
      </w:pPr>
    </w:lvl>
    <w:lvl w:ilvl="6" w:tplc="0405000F" w:tentative="1">
      <w:start w:val="1"/>
      <w:numFmt w:val="decimal"/>
      <w:lvlText w:val="%7."/>
      <w:lvlJc w:val="left"/>
      <w:pPr>
        <w:ind w:left="4534" w:hanging="360"/>
      </w:pPr>
    </w:lvl>
    <w:lvl w:ilvl="7" w:tplc="04050019" w:tentative="1">
      <w:start w:val="1"/>
      <w:numFmt w:val="lowerLetter"/>
      <w:lvlText w:val="%8."/>
      <w:lvlJc w:val="left"/>
      <w:pPr>
        <w:ind w:left="5254" w:hanging="360"/>
      </w:pPr>
    </w:lvl>
    <w:lvl w:ilvl="8" w:tplc="0405001B" w:tentative="1">
      <w:start w:val="1"/>
      <w:numFmt w:val="lowerRoman"/>
      <w:lvlText w:val="%9."/>
      <w:lvlJc w:val="right"/>
      <w:pPr>
        <w:ind w:left="5974" w:hanging="180"/>
      </w:pPr>
    </w:lvl>
  </w:abstractNum>
  <w:abstractNum w:abstractNumId="1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16C4662"/>
    <w:multiLevelType w:val="hybridMultilevel"/>
    <w:tmpl w:val="AB1A84D4"/>
    <w:lvl w:ilvl="0" w:tplc="5914AE1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132637"/>
    <w:multiLevelType w:val="hybridMultilevel"/>
    <w:tmpl w:val="795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5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7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3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</w:num>
  <w:num w:numId="4">
    <w:abstractNumId w:val="14"/>
  </w:num>
  <w:num w:numId="5">
    <w:abstractNumId w:val="16"/>
  </w:num>
  <w:num w:numId="6">
    <w:abstractNumId w:val="15"/>
  </w:num>
  <w:num w:numId="7">
    <w:abstractNumId w:val="9"/>
  </w:num>
  <w:num w:numId="8">
    <w:abstractNumId w:val="12"/>
  </w:num>
  <w:num w:numId="9">
    <w:abstractNumId w:val="17"/>
  </w:num>
  <w:num w:numId="10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2D1E"/>
    <w:rsid w:val="00006115"/>
    <w:rsid w:val="00007B86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4627C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4D7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593"/>
    <w:rsid w:val="00087759"/>
    <w:rsid w:val="00090378"/>
    <w:rsid w:val="00093EB3"/>
    <w:rsid w:val="000979C8"/>
    <w:rsid w:val="000A46F7"/>
    <w:rsid w:val="000A5E64"/>
    <w:rsid w:val="000B28DF"/>
    <w:rsid w:val="000B68C2"/>
    <w:rsid w:val="000C0DED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307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6E16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4889"/>
    <w:rsid w:val="00167A83"/>
    <w:rsid w:val="00172D71"/>
    <w:rsid w:val="00174520"/>
    <w:rsid w:val="001770E1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E6184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40391"/>
    <w:rsid w:val="002510CA"/>
    <w:rsid w:val="0025172D"/>
    <w:rsid w:val="00252EA9"/>
    <w:rsid w:val="00252EC1"/>
    <w:rsid w:val="0026243B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2C30"/>
    <w:rsid w:val="0031726A"/>
    <w:rsid w:val="003174EF"/>
    <w:rsid w:val="00321B3D"/>
    <w:rsid w:val="00327747"/>
    <w:rsid w:val="003300E5"/>
    <w:rsid w:val="0033011F"/>
    <w:rsid w:val="00333171"/>
    <w:rsid w:val="00336E8A"/>
    <w:rsid w:val="00342FA7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0B56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1B6B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576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D782F"/>
    <w:rsid w:val="004E3A14"/>
    <w:rsid w:val="004E59DB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47F23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0C93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2E1B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158FB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0892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DAC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1F09"/>
    <w:rsid w:val="006A4F3C"/>
    <w:rsid w:val="006A5C9F"/>
    <w:rsid w:val="006A7B26"/>
    <w:rsid w:val="006B07A7"/>
    <w:rsid w:val="006B0A00"/>
    <w:rsid w:val="006B2559"/>
    <w:rsid w:val="006B3285"/>
    <w:rsid w:val="006B4F21"/>
    <w:rsid w:val="006B701E"/>
    <w:rsid w:val="006C0387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1208"/>
    <w:rsid w:val="00752D77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305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0D0F"/>
    <w:rsid w:val="00834ACA"/>
    <w:rsid w:val="008369AD"/>
    <w:rsid w:val="00837584"/>
    <w:rsid w:val="00842AAD"/>
    <w:rsid w:val="00844DCE"/>
    <w:rsid w:val="008464EF"/>
    <w:rsid w:val="008504F0"/>
    <w:rsid w:val="0085223C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22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8CA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6E26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43EE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127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CFC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47A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54BC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71F3"/>
    <w:rsid w:val="00BE1E5C"/>
    <w:rsid w:val="00BE31F0"/>
    <w:rsid w:val="00BE39BC"/>
    <w:rsid w:val="00BE7F99"/>
    <w:rsid w:val="00BF1342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47FA"/>
    <w:rsid w:val="00C34C65"/>
    <w:rsid w:val="00C4098C"/>
    <w:rsid w:val="00C41758"/>
    <w:rsid w:val="00C43AC3"/>
    <w:rsid w:val="00C43D24"/>
    <w:rsid w:val="00C45522"/>
    <w:rsid w:val="00C460FA"/>
    <w:rsid w:val="00C4742B"/>
    <w:rsid w:val="00C47433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5D46"/>
    <w:rsid w:val="00D27511"/>
    <w:rsid w:val="00D30890"/>
    <w:rsid w:val="00D315EA"/>
    <w:rsid w:val="00D36D01"/>
    <w:rsid w:val="00D36F3D"/>
    <w:rsid w:val="00D42B7E"/>
    <w:rsid w:val="00D468CB"/>
    <w:rsid w:val="00D55C5E"/>
    <w:rsid w:val="00D64107"/>
    <w:rsid w:val="00D66470"/>
    <w:rsid w:val="00D70CCC"/>
    <w:rsid w:val="00D713E6"/>
    <w:rsid w:val="00D73CB4"/>
    <w:rsid w:val="00D740E2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1F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4CB2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2CC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E4535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BezmezerChar">
    <w:name w:val="Bez mezer Char"/>
    <w:link w:val="Bezmezer"/>
    <w:uiPriority w:val="1"/>
    <w:rsid w:val="00D36F3D"/>
    <w:rPr>
      <w:sz w:val="22"/>
      <w:szCs w:val="22"/>
      <w:lang w:eastAsia="en-US"/>
    </w:rPr>
  </w:style>
  <w:style w:type="character" w:customStyle="1" w:styleId="nowrap">
    <w:name w:val="nowrap"/>
    <w:basedOn w:val="Standardnpsmoodstavce"/>
    <w:rsid w:val="00547F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2EFA2-500D-4567-96AE-86C626CD8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7</cp:revision>
  <cp:lastPrinted>2012-11-12T13:41:00Z</cp:lastPrinted>
  <dcterms:created xsi:type="dcterms:W3CDTF">2017-08-23T07:49:00Z</dcterms:created>
  <dcterms:modified xsi:type="dcterms:W3CDTF">2017-11-06T09:42:00Z</dcterms:modified>
</cp:coreProperties>
</file>