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BF6" w:rsidRPr="00E80CE1" w:rsidRDefault="00E80CE1" w:rsidP="00E80CE1">
      <w:pPr>
        <w:pBdr>
          <w:top w:val="single" w:sz="4" w:space="1" w:color="auto"/>
          <w:bottom w:val="single" w:sz="4" w:space="1" w:color="auto"/>
        </w:pBdr>
        <w:spacing w:after="0" w:line="240" w:lineRule="auto"/>
        <w:jc w:val="center"/>
        <w:rPr>
          <w:rFonts w:cstheme="minorHAnsi"/>
          <w:b/>
          <w:sz w:val="26"/>
          <w:szCs w:val="26"/>
        </w:rPr>
      </w:pPr>
      <w:r w:rsidRPr="00E80CE1">
        <w:rPr>
          <w:rFonts w:cstheme="minorHAnsi"/>
          <w:b/>
          <w:sz w:val="26"/>
          <w:szCs w:val="26"/>
        </w:rPr>
        <w:t>Krycí list nabídky</w:t>
      </w:r>
    </w:p>
    <w:p w:rsidR="0082177D" w:rsidRDefault="00E80CE1" w:rsidP="00E80CE1">
      <w:pPr>
        <w:spacing w:before="120" w:after="0" w:line="240" w:lineRule="auto"/>
        <w:jc w:val="right"/>
        <w:rPr>
          <w:rFonts w:cstheme="minorHAnsi"/>
          <w:i/>
        </w:rPr>
      </w:pPr>
      <w:r w:rsidRPr="00E80CE1">
        <w:rPr>
          <w:rFonts w:cstheme="minorHAnsi"/>
          <w:i/>
        </w:rPr>
        <w:t>Příloha č. 1</w:t>
      </w:r>
    </w:p>
    <w:p w:rsidR="00E80CE1" w:rsidRPr="00E80CE1" w:rsidRDefault="00E80CE1" w:rsidP="002147E2">
      <w:pPr>
        <w:spacing w:after="0" w:line="240" w:lineRule="auto"/>
        <w:jc w:val="right"/>
        <w:rPr>
          <w:rFonts w:cstheme="minorHAnsi"/>
          <w:i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10"/>
        <w:gridCol w:w="5702"/>
      </w:tblGrid>
      <w:tr w:rsidR="00F65D56" w:rsidRPr="000F7324" w:rsidTr="00CF7EEC">
        <w:tc>
          <w:tcPr>
            <w:tcW w:w="9212" w:type="dxa"/>
            <w:gridSpan w:val="2"/>
            <w:shd w:val="clear" w:color="auto" w:fill="DDD9C3" w:themeFill="background2" w:themeFillShade="E6"/>
          </w:tcPr>
          <w:p w:rsidR="00F65D56" w:rsidRPr="005A749A" w:rsidRDefault="00F65D56" w:rsidP="000138A8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color w:val="000000" w:themeColor="text1"/>
              </w:rPr>
            </w:pPr>
            <w:r w:rsidRPr="005A749A">
              <w:rPr>
                <w:rFonts w:eastAsia="Calibri" w:cstheme="minorHAnsi"/>
                <w:b/>
                <w:color w:val="000000" w:themeColor="text1"/>
              </w:rPr>
              <w:t>Předmět nabídky</w:t>
            </w:r>
          </w:p>
        </w:tc>
      </w:tr>
      <w:tr w:rsidR="00BF3176" w:rsidRPr="000F7324" w:rsidTr="00331533">
        <w:tc>
          <w:tcPr>
            <w:tcW w:w="3510" w:type="dxa"/>
            <w:shd w:val="clear" w:color="auto" w:fill="auto"/>
            <w:vAlign w:val="center"/>
          </w:tcPr>
          <w:p w:rsidR="00BF3176" w:rsidRPr="000F7324" w:rsidRDefault="00BF3176" w:rsidP="002147E2">
            <w:pPr>
              <w:spacing w:before="60" w:after="60" w:line="271" w:lineRule="auto"/>
              <w:rPr>
                <w:rFonts w:eastAsia="Calibri" w:cstheme="minorHAnsi"/>
                <w:color w:val="000000" w:themeColor="text1"/>
              </w:rPr>
            </w:pPr>
            <w:r w:rsidRPr="000F7324">
              <w:rPr>
                <w:rFonts w:eastAsia="Calibri" w:cstheme="minorHAnsi"/>
                <w:color w:val="000000" w:themeColor="text1"/>
              </w:rPr>
              <w:t>Název zakázky:</w:t>
            </w:r>
          </w:p>
        </w:tc>
        <w:tc>
          <w:tcPr>
            <w:tcW w:w="5702" w:type="dxa"/>
            <w:vAlign w:val="center"/>
          </w:tcPr>
          <w:p w:rsidR="00BF3176" w:rsidRPr="000F7324" w:rsidRDefault="00BF3176" w:rsidP="00571C0A">
            <w:pPr>
              <w:spacing w:after="0" w:line="271" w:lineRule="auto"/>
              <w:rPr>
                <w:rFonts w:eastAsia="Calibri" w:cstheme="minorHAnsi"/>
                <w:color w:val="000000" w:themeColor="text1"/>
              </w:rPr>
            </w:pPr>
            <w:r w:rsidRPr="000F7324">
              <w:rPr>
                <w:rFonts w:eastAsia="Calibri" w:cstheme="minorHAnsi"/>
                <w:color w:val="000000" w:themeColor="text1"/>
              </w:rPr>
              <w:t>„</w:t>
            </w:r>
            <w:r w:rsidR="00571C0A">
              <w:rPr>
                <w:rFonts w:eastAsia="Times New Roman" w:cstheme="minorHAnsi"/>
                <w:b/>
                <w:lang w:eastAsia="cs-CZ"/>
              </w:rPr>
              <w:t>Oprava havarijního stavu čistící a desinfekční místnosti 3. a 4. NP“</w:t>
            </w:r>
          </w:p>
        </w:tc>
      </w:tr>
      <w:tr w:rsidR="00BF3176" w:rsidRPr="000F7324" w:rsidTr="00331533">
        <w:tc>
          <w:tcPr>
            <w:tcW w:w="3510" w:type="dxa"/>
            <w:shd w:val="clear" w:color="auto" w:fill="auto"/>
            <w:vAlign w:val="center"/>
          </w:tcPr>
          <w:p w:rsidR="00BF3176" w:rsidRPr="000F7324" w:rsidRDefault="00BF3176" w:rsidP="002147E2">
            <w:pPr>
              <w:spacing w:before="60" w:after="60" w:line="271" w:lineRule="auto"/>
              <w:rPr>
                <w:rFonts w:eastAsia="Calibri" w:cstheme="minorHAnsi"/>
                <w:color w:val="000000" w:themeColor="text1"/>
              </w:rPr>
            </w:pPr>
            <w:r w:rsidRPr="000F7324">
              <w:rPr>
                <w:rFonts w:eastAsia="Calibri" w:cstheme="minorHAnsi"/>
                <w:color w:val="000000" w:themeColor="text1"/>
              </w:rPr>
              <w:t>Druh zakázky:</w:t>
            </w:r>
          </w:p>
        </w:tc>
        <w:tc>
          <w:tcPr>
            <w:tcW w:w="5702" w:type="dxa"/>
          </w:tcPr>
          <w:p w:rsidR="00BF3176" w:rsidRPr="000F7324" w:rsidRDefault="00BF3176" w:rsidP="00A03105">
            <w:pPr>
              <w:spacing w:before="60" w:after="60" w:line="271" w:lineRule="auto"/>
              <w:jc w:val="both"/>
              <w:rPr>
                <w:rFonts w:eastAsia="Calibri" w:cstheme="minorHAnsi"/>
                <w:color w:val="000000" w:themeColor="text1"/>
              </w:rPr>
            </w:pPr>
            <w:r w:rsidRPr="000F7324">
              <w:rPr>
                <w:rFonts w:eastAsia="Calibri" w:cstheme="minorHAnsi"/>
                <w:color w:val="000000" w:themeColor="text1"/>
              </w:rPr>
              <w:t xml:space="preserve">Veřejná zakázka malého rozsahu na </w:t>
            </w:r>
            <w:sdt>
              <w:sdtPr>
                <w:rPr>
                  <w:rFonts w:cstheme="minorHAnsi"/>
                </w:rPr>
                <w:id w:val="7172217"/>
                <w:placeholder>
                  <w:docPart w:val="34723DCB410F41AAA7B6A62BC20A1179"/>
                </w:placeholder>
                <w:comboBox>
                  <w:listItem w:value="Zvolte položku."/>
                  <w:listItem w:displayText="stavební práce" w:value="stavební práce"/>
                  <w:listItem w:displayText="dodávky" w:value="dodávky"/>
                  <w:listItem w:displayText="služby" w:value="služby"/>
                </w:comboBox>
              </w:sdtPr>
              <w:sdtContent>
                <w:r>
                  <w:rPr>
                    <w:rFonts w:cstheme="minorHAnsi"/>
                  </w:rPr>
                  <w:t>stavební práce</w:t>
                </w:r>
              </w:sdtContent>
            </w:sdt>
            <w:r w:rsidRPr="000F7324">
              <w:rPr>
                <w:rFonts w:eastAsia="Calibri" w:cstheme="minorHAnsi"/>
                <w:color w:val="000000" w:themeColor="text1"/>
              </w:rPr>
              <w:t xml:space="preserve"> zadávaná mimo působnost zákona č.  137/2006 Sb.</w:t>
            </w:r>
          </w:p>
        </w:tc>
      </w:tr>
      <w:tr w:rsidR="00BF3176" w:rsidRPr="000F7324" w:rsidTr="00331533">
        <w:tc>
          <w:tcPr>
            <w:tcW w:w="3510" w:type="dxa"/>
            <w:vMerge w:val="restart"/>
            <w:shd w:val="clear" w:color="auto" w:fill="auto"/>
          </w:tcPr>
          <w:p w:rsidR="00BF3176" w:rsidRPr="000F7324" w:rsidRDefault="00BF3176" w:rsidP="00331533">
            <w:pPr>
              <w:spacing w:before="60" w:after="60" w:line="271" w:lineRule="auto"/>
              <w:rPr>
                <w:rFonts w:eastAsia="Calibri"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</w:rPr>
              <w:t>Zadavatel:</w:t>
            </w:r>
          </w:p>
        </w:tc>
        <w:tc>
          <w:tcPr>
            <w:tcW w:w="5702" w:type="dxa"/>
            <w:tcBorders>
              <w:bottom w:val="nil"/>
            </w:tcBorders>
          </w:tcPr>
          <w:p w:rsidR="00BF3176" w:rsidRPr="00A82FD1" w:rsidRDefault="00BC3358" w:rsidP="00571C0A">
            <w:pPr>
              <w:spacing w:before="60" w:after="60" w:line="271" w:lineRule="auto"/>
              <w:jc w:val="both"/>
              <w:rPr>
                <w:rFonts w:eastAsia="Calibri" w:cstheme="minorHAnsi"/>
                <w:color w:val="000000" w:themeColor="text1"/>
                <w:highlight w:val="green"/>
              </w:rPr>
            </w:pPr>
            <w:sdt>
              <w:sdtPr>
                <w:rPr>
                  <w:rFonts w:eastAsia="Times New Roman" w:cstheme="minorHAnsi"/>
                  <w:b/>
                  <w:lang w:eastAsia="cs-CZ"/>
                </w:rPr>
                <w:id w:val="4605946"/>
                <w:placeholder>
                  <w:docPart w:val="D79C4094B32B4D61AFD8D675A1F2D953"/>
                </w:placeholder>
                <w:text/>
              </w:sdtPr>
              <w:sdtContent>
                <w:r w:rsidR="00571C0A">
                  <w:rPr>
                    <w:rFonts w:eastAsia="Times New Roman" w:cstheme="minorHAnsi"/>
                    <w:b/>
                    <w:lang w:eastAsia="cs-CZ"/>
                  </w:rPr>
                  <w:t>Nemocnice následné péče Svatá Anna, s.r.o.</w:t>
                </w:r>
              </w:sdtContent>
            </w:sdt>
          </w:p>
        </w:tc>
      </w:tr>
      <w:tr w:rsidR="00BF3176" w:rsidRPr="000F7324" w:rsidTr="00331533">
        <w:tc>
          <w:tcPr>
            <w:tcW w:w="351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3176" w:rsidRDefault="00BF3176" w:rsidP="002147E2">
            <w:pPr>
              <w:spacing w:before="60" w:after="60" w:line="271" w:lineRule="auto"/>
              <w:rPr>
                <w:rFonts w:eastAsia="Calibri" w:cstheme="minorHAnsi"/>
                <w:color w:val="000000" w:themeColor="text1"/>
              </w:rPr>
            </w:pPr>
          </w:p>
        </w:tc>
        <w:tc>
          <w:tcPr>
            <w:tcW w:w="5702" w:type="dxa"/>
            <w:tcBorders>
              <w:top w:val="nil"/>
            </w:tcBorders>
          </w:tcPr>
          <w:p w:rsidR="00BF3176" w:rsidRPr="00A82FD1" w:rsidRDefault="00BC3358" w:rsidP="00571C0A">
            <w:pPr>
              <w:spacing w:before="60" w:after="60" w:line="271" w:lineRule="auto"/>
              <w:jc w:val="both"/>
              <w:rPr>
                <w:rFonts w:eastAsia="Calibri" w:cstheme="minorHAnsi"/>
                <w:color w:val="000000" w:themeColor="text1"/>
                <w:highlight w:val="green"/>
              </w:rPr>
            </w:pPr>
            <w:sdt>
              <w:sdtPr>
                <w:rPr>
                  <w:rFonts w:cstheme="minorHAnsi"/>
                </w:rPr>
                <w:id w:val="4605947"/>
                <w:placeholder>
                  <w:docPart w:val="9A0135FC397C45D48D1286CDCD67B0FC"/>
                </w:placeholder>
                <w:text/>
              </w:sdtPr>
              <w:sdtContent>
                <w:r w:rsidR="00571C0A">
                  <w:rPr>
                    <w:rFonts w:cstheme="minorHAnsi"/>
                  </w:rPr>
                  <w:t>Kyjovská 607, 348 15 Planá u Mariánských Lázní</w:t>
                </w:r>
              </w:sdtContent>
            </w:sdt>
          </w:p>
        </w:tc>
      </w:tr>
    </w:tbl>
    <w:p w:rsidR="00F65D56" w:rsidRPr="000F7324" w:rsidRDefault="00F65D56" w:rsidP="002147E2">
      <w:pPr>
        <w:spacing w:after="0" w:line="271" w:lineRule="auto"/>
        <w:rPr>
          <w:rFonts w:eastAsia="Calibri" w:cstheme="minorHAnsi"/>
          <w:color w:val="000000" w:themeColor="text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10"/>
        <w:gridCol w:w="5702"/>
      </w:tblGrid>
      <w:tr w:rsidR="00F65D56" w:rsidRPr="000F7324" w:rsidTr="00CF7EEC">
        <w:tc>
          <w:tcPr>
            <w:tcW w:w="9212" w:type="dxa"/>
            <w:gridSpan w:val="2"/>
            <w:shd w:val="clear" w:color="auto" w:fill="DDD9C3" w:themeFill="background2" w:themeFillShade="E6"/>
          </w:tcPr>
          <w:p w:rsidR="00F65D56" w:rsidRPr="005A749A" w:rsidRDefault="00F65D56" w:rsidP="000138A8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color w:val="000000" w:themeColor="text1"/>
              </w:rPr>
            </w:pPr>
            <w:r w:rsidRPr="005A749A">
              <w:rPr>
                <w:rFonts w:eastAsia="Calibri" w:cstheme="minorHAnsi"/>
                <w:b/>
                <w:color w:val="000000" w:themeColor="text1"/>
              </w:rPr>
              <w:t xml:space="preserve">Základní údaje – </w:t>
            </w:r>
            <w:r w:rsidR="00CC0CC9" w:rsidRPr="005A749A">
              <w:rPr>
                <w:rFonts w:eastAsia="Calibri" w:cstheme="minorHAnsi"/>
                <w:b/>
                <w:color w:val="000000" w:themeColor="text1"/>
              </w:rPr>
              <w:t>ZÁJEMCE</w:t>
            </w:r>
          </w:p>
        </w:tc>
      </w:tr>
      <w:tr w:rsidR="00F65D56" w:rsidRPr="000F7324" w:rsidTr="00331533">
        <w:tc>
          <w:tcPr>
            <w:tcW w:w="3510" w:type="dxa"/>
            <w:shd w:val="clear" w:color="auto" w:fill="auto"/>
            <w:vAlign w:val="center"/>
          </w:tcPr>
          <w:p w:rsidR="00F65D56" w:rsidRPr="000F7324" w:rsidRDefault="00F65D56" w:rsidP="002147E2">
            <w:pPr>
              <w:spacing w:before="60" w:after="60" w:line="271" w:lineRule="auto"/>
              <w:rPr>
                <w:rFonts w:eastAsia="Calibri" w:cstheme="minorHAnsi"/>
                <w:color w:val="000000" w:themeColor="text1"/>
              </w:rPr>
            </w:pPr>
            <w:r w:rsidRPr="000F7324">
              <w:rPr>
                <w:rFonts w:cstheme="minorHAnsi"/>
                <w:color w:val="000000" w:themeColor="text1"/>
              </w:rPr>
              <w:t>Obchodní firma</w:t>
            </w:r>
            <w:r w:rsidR="00EA163C" w:rsidRPr="000F7324">
              <w:rPr>
                <w:rFonts w:cstheme="minorHAnsi"/>
                <w:color w:val="000000" w:themeColor="text1"/>
              </w:rPr>
              <w:t xml:space="preserve"> / Název </w:t>
            </w:r>
            <w:r w:rsidRPr="000F7324">
              <w:rPr>
                <w:rFonts w:cstheme="minorHAnsi"/>
                <w:color w:val="000000" w:themeColor="text1"/>
              </w:rPr>
              <w:t xml:space="preserve">/ </w:t>
            </w:r>
            <w:r w:rsidR="00C3716C" w:rsidRPr="000F7324">
              <w:rPr>
                <w:rFonts w:eastAsia="Calibri" w:cstheme="minorHAnsi"/>
                <w:color w:val="000000" w:themeColor="text1"/>
              </w:rPr>
              <w:t>Jméno</w:t>
            </w:r>
            <w:r w:rsidR="009B0915" w:rsidRPr="000F7324">
              <w:rPr>
                <w:rFonts w:eastAsia="Calibri" w:cstheme="minorHAnsi"/>
                <w:color w:val="000000" w:themeColor="text1"/>
              </w:rPr>
              <w:t xml:space="preserve"> a příjmení</w:t>
            </w:r>
            <w:r w:rsidRPr="000F7324">
              <w:rPr>
                <w:rFonts w:eastAsia="Calibri" w:cstheme="minorHAnsi"/>
                <w:color w:val="000000" w:themeColor="text1"/>
              </w:rPr>
              <w:t>:</w:t>
            </w:r>
          </w:p>
        </w:tc>
        <w:tc>
          <w:tcPr>
            <w:tcW w:w="5702" w:type="dxa"/>
          </w:tcPr>
          <w:p w:rsidR="00F65D56" w:rsidRPr="000F7324" w:rsidRDefault="00BC3358" w:rsidP="002147E2">
            <w:pPr>
              <w:spacing w:before="60" w:after="60" w:line="271" w:lineRule="auto"/>
              <w:rPr>
                <w:rFonts w:eastAsia="Calibri" w:cstheme="minorHAnsi"/>
                <w:color w:val="000000" w:themeColor="text1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4583827"/>
                <w:placeholder>
                  <w:docPart w:val="EC6D6B73672C496899F2268635D5A4BE"/>
                </w:placeholder>
                <w:showingPlcHdr/>
                <w:text/>
              </w:sdtPr>
              <w:sdtContent>
                <w:r w:rsidR="0051376E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</w:tr>
      <w:tr w:rsidR="00F65D56" w:rsidRPr="000F7324" w:rsidTr="00331533">
        <w:tc>
          <w:tcPr>
            <w:tcW w:w="3510" w:type="dxa"/>
            <w:shd w:val="clear" w:color="auto" w:fill="auto"/>
            <w:vAlign w:val="center"/>
          </w:tcPr>
          <w:p w:rsidR="00F65D56" w:rsidRPr="000F7324" w:rsidRDefault="00F65D56" w:rsidP="002147E2">
            <w:pPr>
              <w:spacing w:before="60" w:after="60" w:line="271" w:lineRule="auto"/>
              <w:rPr>
                <w:rFonts w:eastAsia="Calibri" w:cstheme="minorHAnsi"/>
                <w:color w:val="000000" w:themeColor="text1"/>
              </w:rPr>
            </w:pPr>
            <w:r w:rsidRPr="000F7324">
              <w:rPr>
                <w:rFonts w:eastAsia="Calibri" w:cstheme="minorHAnsi"/>
                <w:color w:val="000000" w:themeColor="text1"/>
              </w:rPr>
              <w:t>Sídlo</w:t>
            </w:r>
            <w:r w:rsidRPr="000F7324">
              <w:rPr>
                <w:rFonts w:cstheme="minorHAnsi"/>
                <w:color w:val="000000" w:themeColor="text1"/>
              </w:rPr>
              <w:t xml:space="preserve"> / Místo trvalého pobytu</w:t>
            </w:r>
            <w:r w:rsidRPr="000F7324">
              <w:rPr>
                <w:rFonts w:eastAsia="Calibri" w:cstheme="minorHAnsi"/>
                <w:color w:val="000000" w:themeColor="text1"/>
              </w:rPr>
              <w:t>:</w:t>
            </w:r>
          </w:p>
        </w:tc>
        <w:tc>
          <w:tcPr>
            <w:tcW w:w="5702" w:type="dxa"/>
          </w:tcPr>
          <w:p w:rsidR="00F65D56" w:rsidRPr="000F7324" w:rsidRDefault="00BC3358" w:rsidP="002147E2">
            <w:pPr>
              <w:spacing w:before="60" w:after="60" w:line="271" w:lineRule="auto"/>
              <w:jc w:val="both"/>
              <w:rPr>
                <w:rFonts w:eastAsia="Calibri" w:cstheme="minorHAnsi"/>
                <w:color w:val="000000" w:themeColor="text1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4583828"/>
                <w:placeholder>
                  <w:docPart w:val="043A0A840BD9479A89515E9AFC56F773"/>
                </w:placeholder>
                <w:showingPlcHdr/>
                <w:text/>
              </w:sdtPr>
              <w:sdtContent>
                <w:r w:rsidR="0051376E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</w:tr>
      <w:tr w:rsidR="00F65D56" w:rsidRPr="000F7324" w:rsidTr="00331533">
        <w:tc>
          <w:tcPr>
            <w:tcW w:w="3510" w:type="dxa"/>
            <w:shd w:val="clear" w:color="auto" w:fill="auto"/>
            <w:vAlign w:val="center"/>
          </w:tcPr>
          <w:p w:rsidR="00F65D56" w:rsidRPr="000F7324" w:rsidRDefault="00F65D56" w:rsidP="002147E2">
            <w:pPr>
              <w:spacing w:before="60" w:after="60" w:line="271" w:lineRule="auto"/>
              <w:rPr>
                <w:rFonts w:eastAsia="Calibri" w:cstheme="minorHAnsi"/>
                <w:color w:val="000000" w:themeColor="text1"/>
              </w:rPr>
            </w:pPr>
            <w:r w:rsidRPr="000F7324">
              <w:rPr>
                <w:rFonts w:eastAsia="Calibri" w:cstheme="minorHAnsi"/>
                <w:color w:val="000000" w:themeColor="text1"/>
              </w:rPr>
              <w:t>IČ</w:t>
            </w:r>
            <w:r w:rsidR="00330DFA" w:rsidRPr="000F7324">
              <w:rPr>
                <w:rFonts w:eastAsia="Calibri" w:cstheme="minorHAnsi"/>
                <w:color w:val="000000" w:themeColor="text1"/>
              </w:rPr>
              <w:t>O</w:t>
            </w:r>
            <w:r w:rsidRPr="000F7324">
              <w:rPr>
                <w:rFonts w:eastAsia="Calibri" w:cstheme="minorHAnsi"/>
                <w:color w:val="000000" w:themeColor="text1"/>
              </w:rPr>
              <w:t>/DIČ</w:t>
            </w:r>
            <w:r w:rsidR="00D35664" w:rsidRPr="000F7324">
              <w:rPr>
                <w:rFonts w:eastAsia="Calibri" w:cstheme="minorHAnsi"/>
                <w:color w:val="000000" w:themeColor="text1"/>
              </w:rPr>
              <w:t>:</w:t>
            </w:r>
          </w:p>
        </w:tc>
        <w:tc>
          <w:tcPr>
            <w:tcW w:w="5702" w:type="dxa"/>
          </w:tcPr>
          <w:p w:rsidR="00F65D56" w:rsidRPr="000F7324" w:rsidRDefault="00BC3358" w:rsidP="002147E2">
            <w:pPr>
              <w:spacing w:before="60" w:after="60" w:line="271" w:lineRule="auto"/>
              <w:jc w:val="both"/>
              <w:rPr>
                <w:rFonts w:eastAsia="Calibri" w:cstheme="minorHAnsi"/>
                <w:color w:val="000000" w:themeColor="text1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4583829"/>
                <w:placeholder>
                  <w:docPart w:val="455FADA5EA8D4C52BB75FA09091A4D77"/>
                </w:placeholder>
                <w:showingPlcHdr/>
                <w:text/>
              </w:sdtPr>
              <w:sdtContent>
                <w:r w:rsidR="0051376E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</w:tr>
      <w:tr w:rsidR="005A44C7" w:rsidRPr="000F7324" w:rsidTr="00331533">
        <w:tc>
          <w:tcPr>
            <w:tcW w:w="3510" w:type="dxa"/>
            <w:shd w:val="clear" w:color="auto" w:fill="auto"/>
            <w:vAlign w:val="center"/>
          </w:tcPr>
          <w:p w:rsidR="005A44C7" w:rsidRPr="000F7324" w:rsidRDefault="005A44C7" w:rsidP="002147E2">
            <w:pPr>
              <w:spacing w:before="60" w:after="60" w:line="271" w:lineRule="auto"/>
              <w:rPr>
                <w:rFonts w:eastAsia="Calibri" w:cstheme="minorHAnsi"/>
                <w:color w:val="000000" w:themeColor="text1"/>
              </w:rPr>
            </w:pPr>
            <w:r w:rsidRPr="000F7324">
              <w:rPr>
                <w:rFonts w:cstheme="minorHAnsi"/>
                <w:color w:val="000000" w:themeColor="text1"/>
              </w:rPr>
              <w:t>Zastoupený:</w:t>
            </w:r>
          </w:p>
        </w:tc>
        <w:tc>
          <w:tcPr>
            <w:tcW w:w="5702" w:type="dxa"/>
          </w:tcPr>
          <w:p w:rsidR="005A44C7" w:rsidRPr="000F7324" w:rsidRDefault="00BC3358" w:rsidP="002147E2">
            <w:pPr>
              <w:spacing w:before="60" w:after="60" w:line="271" w:lineRule="auto"/>
              <w:jc w:val="both"/>
              <w:rPr>
                <w:rFonts w:eastAsia="Calibri" w:cstheme="minorHAnsi"/>
                <w:color w:val="000000" w:themeColor="text1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4583830"/>
                <w:placeholder>
                  <w:docPart w:val="0432FD246E324E3EAB0B9BEB836C008E"/>
                </w:placeholder>
                <w:showingPlcHdr/>
                <w:text/>
              </w:sdtPr>
              <w:sdtContent>
                <w:r w:rsidR="0051376E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</w:tr>
      <w:tr w:rsidR="00F65D56" w:rsidRPr="000F7324" w:rsidTr="00331533">
        <w:tc>
          <w:tcPr>
            <w:tcW w:w="3510" w:type="dxa"/>
            <w:shd w:val="clear" w:color="auto" w:fill="auto"/>
            <w:vAlign w:val="center"/>
          </w:tcPr>
          <w:p w:rsidR="00F65D56" w:rsidRPr="000F7324" w:rsidRDefault="00F65D56" w:rsidP="002147E2">
            <w:pPr>
              <w:spacing w:before="60" w:after="60" w:line="271" w:lineRule="auto"/>
              <w:rPr>
                <w:rFonts w:eastAsia="Calibri" w:cstheme="minorHAnsi"/>
                <w:color w:val="000000" w:themeColor="text1"/>
              </w:rPr>
            </w:pPr>
            <w:r w:rsidRPr="000F7324">
              <w:rPr>
                <w:rFonts w:eastAsia="Calibri" w:cstheme="minorHAnsi"/>
                <w:color w:val="000000" w:themeColor="text1"/>
              </w:rPr>
              <w:t>Tel/fax:</w:t>
            </w:r>
          </w:p>
        </w:tc>
        <w:tc>
          <w:tcPr>
            <w:tcW w:w="5702" w:type="dxa"/>
          </w:tcPr>
          <w:p w:rsidR="00F65D56" w:rsidRPr="000F7324" w:rsidRDefault="00BC3358" w:rsidP="002147E2">
            <w:pPr>
              <w:spacing w:before="60" w:after="60" w:line="271" w:lineRule="auto"/>
              <w:jc w:val="both"/>
              <w:rPr>
                <w:rFonts w:eastAsia="Calibri" w:cstheme="minorHAnsi"/>
                <w:color w:val="000000" w:themeColor="text1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4583831"/>
                <w:placeholder>
                  <w:docPart w:val="6311F412C2104468825B6547350A84F2"/>
                </w:placeholder>
                <w:showingPlcHdr/>
                <w:text/>
              </w:sdtPr>
              <w:sdtContent>
                <w:r w:rsidR="0051376E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</w:tr>
      <w:tr w:rsidR="00F65D56" w:rsidRPr="000F7324" w:rsidTr="00331533">
        <w:tc>
          <w:tcPr>
            <w:tcW w:w="3510" w:type="dxa"/>
            <w:shd w:val="clear" w:color="auto" w:fill="auto"/>
            <w:vAlign w:val="center"/>
          </w:tcPr>
          <w:p w:rsidR="00F65D56" w:rsidRPr="000F7324" w:rsidRDefault="00F65D56" w:rsidP="002147E2">
            <w:pPr>
              <w:spacing w:before="60" w:after="60" w:line="271" w:lineRule="auto"/>
              <w:rPr>
                <w:rFonts w:eastAsia="Calibri" w:cstheme="minorHAnsi"/>
                <w:color w:val="000000" w:themeColor="text1"/>
              </w:rPr>
            </w:pPr>
            <w:r w:rsidRPr="000F7324">
              <w:rPr>
                <w:rFonts w:eastAsia="Calibri" w:cstheme="minorHAnsi"/>
                <w:color w:val="000000" w:themeColor="text1"/>
              </w:rPr>
              <w:t xml:space="preserve">Osoba oprávněná jednat za </w:t>
            </w:r>
            <w:r w:rsidR="006E7F73" w:rsidRPr="000F7324">
              <w:rPr>
                <w:rFonts w:eastAsia="Calibri" w:cstheme="minorHAnsi"/>
                <w:color w:val="000000" w:themeColor="text1"/>
              </w:rPr>
              <w:t>zájemce:</w:t>
            </w:r>
          </w:p>
        </w:tc>
        <w:tc>
          <w:tcPr>
            <w:tcW w:w="5702" w:type="dxa"/>
          </w:tcPr>
          <w:p w:rsidR="00F65D56" w:rsidRPr="000F7324" w:rsidRDefault="00BC3358" w:rsidP="002147E2">
            <w:pPr>
              <w:spacing w:before="60" w:after="60" w:line="271" w:lineRule="auto"/>
              <w:jc w:val="both"/>
              <w:rPr>
                <w:rFonts w:eastAsia="Calibri" w:cstheme="minorHAnsi"/>
                <w:color w:val="000000" w:themeColor="text1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4583832"/>
                <w:placeholder>
                  <w:docPart w:val="F3C2354874184AD086D1E44EBE7C328B"/>
                </w:placeholder>
                <w:showingPlcHdr/>
                <w:text/>
              </w:sdtPr>
              <w:sdtContent>
                <w:r w:rsidR="0051376E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</w:tr>
      <w:tr w:rsidR="00F65D56" w:rsidRPr="000F7324" w:rsidTr="00331533">
        <w:tc>
          <w:tcPr>
            <w:tcW w:w="3510" w:type="dxa"/>
            <w:shd w:val="clear" w:color="auto" w:fill="auto"/>
            <w:vAlign w:val="center"/>
          </w:tcPr>
          <w:p w:rsidR="00F65D56" w:rsidRPr="000F7324" w:rsidRDefault="00F65D56" w:rsidP="002147E2">
            <w:pPr>
              <w:spacing w:before="60" w:after="60" w:line="271" w:lineRule="auto"/>
              <w:rPr>
                <w:rFonts w:eastAsia="Calibri" w:cstheme="minorHAnsi"/>
                <w:color w:val="000000" w:themeColor="text1"/>
              </w:rPr>
            </w:pPr>
            <w:r w:rsidRPr="000F7324">
              <w:rPr>
                <w:rFonts w:eastAsia="Calibri" w:cstheme="minorHAnsi"/>
                <w:color w:val="000000" w:themeColor="text1"/>
              </w:rPr>
              <w:t>Kontaktní osoba</w:t>
            </w:r>
            <w:r w:rsidR="00D60DA2">
              <w:rPr>
                <w:rFonts w:eastAsia="Calibri" w:cstheme="minorHAnsi"/>
                <w:color w:val="000000" w:themeColor="text1"/>
              </w:rPr>
              <w:t xml:space="preserve"> ve věci zakázky</w:t>
            </w:r>
            <w:r w:rsidRPr="000F7324">
              <w:rPr>
                <w:rFonts w:eastAsia="Calibri" w:cstheme="minorHAnsi"/>
                <w:color w:val="000000" w:themeColor="text1"/>
              </w:rPr>
              <w:t>:</w:t>
            </w:r>
          </w:p>
        </w:tc>
        <w:tc>
          <w:tcPr>
            <w:tcW w:w="5702" w:type="dxa"/>
          </w:tcPr>
          <w:p w:rsidR="002E498F" w:rsidRPr="000F7324" w:rsidRDefault="00BC3358" w:rsidP="002147E2">
            <w:pPr>
              <w:spacing w:before="120" w:after="120" w:line="271" w:lineRule="auto"/>
              <w:jc w:val="both"/>
              <w:rPr>
                <w:rFonts w:eastAsia="Calibri" w:cstheme="minorHAnsi"/>
                <w:color w:val="000000" w:themeColor="text1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4583833"/>
                <w:placeholder>
                  <w:docPart w:val="E4CAE661B55E48DB82DA9AA93CF1B0E5"/>
                </w:placeholder>
                <w:showingPlcHdr/>
                <w:text/>
              </w:sdtPr>
              <w:sdtContent>
                <w:r w:rsidR="0051376E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</w:tr>
      <w:tr w:rsidR="00F65D56" w:rsidRPr="000F7324" w:rsidTr="00331533">
        <w:tc>
          <w:tcPr>
            <w:tcW w:w="3510" w:type="dxa"/>
            <w:shd w:val="clear" w:color="auto" w:fill="auto"/>
            <w:vAlign w:val="center"/>
          </w:tcPr>
          <w:p w:rsidR="00F65D56" w:rsidRPr="000F7324" w:rsidRDefault="00F65D56" w:rsidP="005A749A">
            <w:pPr>
              <w:spacing w:before="60" w:after="0" w:line="271" w:lineRule="auto"/>
              <w:rPr>
                <w:rFonts w:cstheme="minorHAnsi"/>
                <w:color w:val="000000" w:themeColor="text1"/>
              </w:rPr>
            </w:pPr>
            <w:r w:rsidRPr="000F7324">
              <w:rPr>
                <w:rFonts w:cstheme="minorHAnsi"/>
                <w:color w:val="000000" w:themeColor="text1"/>
              </w:rPr>
              <w:t>Email kontaktní osoby:</w:t>
            </w:r>
          </w:p>
          <w:p w:rsidR="00F65D56" w:rsidRPr="000F7324" w:rsidRDefault="00F65D56" w:rsidP="005A749A">
            <w:pPr>
              <w:spacing w:before="60" w:after="60" w:line="271" w:lineRule="auto"/>
              <w:rPr>
                <w:rFonts w:cstheme="minorHAnsi"/>
                <w:color w:val="000000" w:themeColor="text1"/>
              </w:rPr>
            </w:pPr>
            <w:r w:rsidRPr="000F7324">
              <w:rPr>
                <w:rFonts w:cstheme="minorHAnsi"/>
                <w:color w:val="000000" w:themeColor="text1"/>
              </w:rPr>
              <w:t>Telefon kontaktní osoby:</w:t>
            </w:r>
          </w:p>
        </w:tc>
        <w:tc>
          <w:tcPr>
            <w:tcW w:w="5702" w:type="dxa"/>
          </w:tcPr>
          <w:p w:rsidR="00F65D56" w:rsidRDefault="00BC3358" w:rsidP="005A749A">
            <w:pPr>
              <w:spacing w:before="60" w:after="80" w:line="271" w:lineRule="auto"/>
              <w:jc w:val="both"/>
              <w:rPr>
                <w:rFonts w:cstheme="minorHAnsi"/>
                <w:color w:val="000000" w:themeColor="text1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4583834"/>
                <w:placeholder>
                  <w:docPart w:val="FBFC891483C648C7865BAC88D288A100"/>
                </w:placeholder>
                <w:showingPlcHdr/>
                <w:text/>
              </w:sdtPr>
              <w:sdtContent>
                <w:r w:rsidR="0051376E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  <w:r>
              <w:rPr>
                <w:rFonts w:cstheme="minorHAnsi"/>
                <w:noProof/>
                <w:color w:val="000000" w:themeColor="text1"/>
                <w:lang w:eastAsia="cs-CZ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-5.95pt;margin-top:18.9pt;width:284.6pt;height:0;z-index:251660288;mso-position-horizontal-relative:text;mso-position-vertical-relative:text" o:connectortype="straight" strokecolor="#a5a5a5 [2092]"/>
              </w:pict>
            </w:r>
          </w:p>
          <w:p w:rsidR="005A749A" w:rsidRPr="000F7324" w:rsidRDefault="00BC3358" w:rsidP="005A749A">
            <w:pPr>
              <w:spacing w:before="40" w:after="0" w:line="240" w:lineRule="auto"/>
              <w:jc w:val="both"/>
              <w:rPr>
                <w:rFonts w:cstheme="minorHAnsi"/>
                <w:color w:val="000000" w:themeColor="text1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4583835"/>
                <w:placeholder>
                  <w:docPart w:val="900D680A8BDB4250AAF5E31A468849D4"/>
                </w:placeholder>
                <w:showingPlcHdr/>
                <w:text/>
              </w:sdtPr>
              <w:sdtContent>
                <w:r w:rsidR="0051376E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</w:tr>
    </w:tbl>
    <w:p w:rsidR="00F65D56" w:rsidRPr="000F7324" w:rsidRDefault="00F65D56" w:rsidP="002147E2">
      <w:pPr>
        <w:spacing w:after="0" w:line="271" w:lineRule="auto"/>
        <w:rPr>
          <w:rFonts w:eastAsia="Calibri" w:cstheme="minorHAnsi"/>
          <w:color w:val="000000" w:themeColor="text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2693"/>
        <w:gridCol w:w="3150"/>
      </w:tblGrid>
      <w:tr w:rsidR="00F65D56" w:rsidRPr="000F7324" w:rsidTr="00CF7EEC">
        <w:tc>
          <w:tcPr>
            <w:tcW w:w="9212" w:type="dxa"/>
            <w:gridSpan w:val="3"/>
            <w:shd w:val="clear" w:color="auto" w:fill="DDD9C3" w:themeFill="background2" w:themeFillShade="E6"/>
          </w:tcPr>
          <w:p w:rsidR="00F65D56" w:rsidRPr="005A749A" w:rsidRDefault="00F65D56" w:rsidP="000138A8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color w:val="000000" w:themeColor="text1"/>
              </w:rPr>
            </w:pPr>
            <w:r w:rsidRPr="005A749A">
              <w:rPr>
                <w:rFonts w:eastAsia="Calibri" w:cstheme="minorHAnsi"/>
                <w:b/>
                <w:color w:val="000000" w:themeColor="text1"/>
              </w:rPr>
              <w:t xml:space="preserve">Nabídková cena </w:t>
            </w:r>
          </w:p>
        </w:tc>
      </w:tr>
      <w:tr w:rsidR="00EA163C" w:rsidRPr="000F7324" w:rsidTr="002147E2">
        <w:tc>
          <w:tcPr>
            <w:tcW w:w="3369" w:type="dxa"/>
            <w:shd w:val="clear" w:color="auto" w:fill="auto"/>
            <w:vAlign w:val="center"/>
          </w:tcPr>
          <w:p w:rsidR="00EA163C" w:rsidRPr="000F7324" w:rsidRDefault="00EA163C" w:rsidP="002147E2">
            <w:pPr>
              <w:spacing w:before="40" w:after="40" w:line="271" w:lineRule="auto"/>
              <w:jc w:val="center"/>
              <w:rPr>
                <w:rFonts w:eastAsia="Calibri" w:cstheme="minorHAnsi"/>
                <w:color w:val="000000" w:themeColor="text1"/>
              </w:rPr>
            </w:pPr>
            <w:r w:rsidRPr="000F7324">
              <w:rPr>
                <w:rFonts w:eastAsia="Calibri" w:cstheme="minorHAnsi"/>
                <w:color w:val="000000" w:themeColor="text1"/>
              </w:rPr>
              <w:t>Cena celkem bez DPH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163C" w:rsidRPr="000F7324" w:rsidRDefault="001C2BB4" w:rsidP="002147E2">
            <w:pPr>
              <w:spacing w:before="60" w:after="60" w:line="271" w:lineRule="auto"/>
              <w:jc w:val="center"/>
              <w:rPr>
                <w:rFonts w:eastAsia="Calibri" w:cstheme="minorHAnsi"/>
                <w:color w:val="000000" w:themeColor="text1"/>
              </w:rPr>
            </w:pPr>
            <w:r w:rsidRPr="000F7324">
              <w:rPr>
                <w:rFonts w:eastAsia="Calibri" w:cstheme="minorHAnsi"/>
                <w:color w:val="000000" w:themeColor="text1"/>
              </w:rPr>
              <w:t xml:space="preserve">DPH </w:t>
            </w:r>
          </w:p>
        </w:tc>
        <w:tc>
          <w:tcPr>
            <w:tcW w:w="31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A163C" w:rsidRPr="000F7324" w:rsidRDefault="001C2BB4" w:rsidP="002147E2">
            <w:pPr>
              <w:spacing w:before="40" w:after="40" w:line="271" w:lineRule="auto"/>
              <w:jc w:val="center"/>
              <w:rPr>
                <w:rFonts w:eastAsia="Calibri" w:cstheme="minorHAnsi"/>
                <w:color w:val="000000" w:themeColor="text1"/>
              </w:rPr>
            </w:pPr>
            <w:r w:rsidRPr="000F7324">
              <w:rPr>
                <w:rFonts w:eastAsia="Calibri" w:cstheme="minorHAnsi"/>
                <w:color w:val="000000" w:themeColor="text1"/>
              </w:rPr>
              <w:t>Cena celkem včetně DPH</w:t>
            </w:r>
          </w:p>
        </w:tc>
      </w:tr>
      <w:tr w:rsidR="00EA163C" w:rsidRPr="000F7324" w:rsidTr="005D17B6">
        <w:trPr>
          <w:trHeight w:val="658"/>
        </w:trPr>
        <w:tc>
          <w:tcPr>
            <w:tcW w:w="3369" w:type="dxa"/>
            <w:shd w:val="clear" w:color="auto" w:fill="auto"/>
            <w:vAlign w:val="center"/>
          </w:tcPr>
          <w:p w:rsidR="001C2BB4" w:rsidRPr="000F7324" w:rsidRDefault="00BC3358" w:rsidP="00AF23CC">
            <w:pPr>
              <w:spacing w:before="40" w:after="40" w:line="271" w:lineRule="auto"/>
              <w:jc w:val="center"/>
              <w:rPr>
                <w:rFonts w:eastAsia="Calibri" w:cstheme="minorHAnsi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4583842"/>
                <w:placeholder>
                  <w:docPart w:val="0E3D45715C7347F79CC272D9AF29509C"/>
                </w:placeholder>
                <w:showingPlcHdr/>
                <w:text/>
              </w:sdtPr>
              <w:sdtContent>
                <w:r w:rsidR="00AF23CC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EA163C" w:rsidRPr="000F7324" w:rsidRDefault="00BC3358" w:rsidP="005D17B6">
            <w:pPr>
              <w:spacing w:before="60" w:after="60" w:line="271" w:lineRule="auto"/>
              <w:jc w:val="center"/>
              <w:rPr>
                <w:rFonts w:eastAsia="Calibri" w:cstheme="minorHAnsi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4583836"/>
                <w:placeholder>
                  <w:docPart w:val="F2288CC98716492CB1CD9D4B62C29124"/>
                </w:placeholder>
                <w:showingPlcHdr/>
                <w:text/>
              </w:sdtPr>
              <w:sdtContent>
                <w:r w:rsidR="0051376E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  <w:r w:rsidR="00D60DA2">
              <w:rPr>
                <w:rFonts w:cstheme="minorHAnsi"/>
                <w:color w:val="000000" w:themeColor="text1"/>
              </w:rPr>
              <w:t xml:space="preserve"> </w:t>
            </w:r>
          </w:p>
        </w:tc>
        <w:tc>
          <w:tcPr>
            <w:tcW w:w="3150" w:type="dxa"/>
            <w:tcBorders>
              <w:left w:val="single" w:sz="4" w:space="0" w:color="auto"/>
            </w:tcBorders>
            <w:vAlign w:val="center"/>
          </w:tcPr>
          <w:p w:rsidR="00EA163C" w:rsidRPr="000F7324" w:rsidRDefault="00BC3358" w:rsidP="005D17B6">
            <w:pPr>
              <w:spacing w:before="60" w:after="60" w:line="271" w:lineRule="auto"/>
              <w:jc w:val="center"/>
              <w:rPr>
                <w:rFonts w:eastAsia="Calibri" w:cstheme="minorHAnsi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4583837"/>
                <w:placeholder>
                  <w:docPart w:val="2DCC6ADA37DD4586BC4775AD873B54FC"/>
                </w:placeholder>
                <w:showingPlcHdr/>
                <w:text/>
              </w:sdtPr>
              <w:sdtContent>
                <w:r w:rsidR="0051376E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  <w:r w:rsidR="00D60DA2">
              <w:rPr>
                <w:rFonts w:cstheme="minorHAnsi"/>
                <w:color w:val="000000" w:themeColor="text1"/>
              </w:rPr>
              <w:t xml:space="preserve"> </w:t>
            </w:r>
          </w:p>
        </w:tc>
      </w:tr>
      <w:tr w:rsidR="001C2BB4" w:rsidRPr="00E80CE1" w:rsidTr="00716FAF">
        <w:tc>
          <w:tcPr>
            <w:tcW w:w="9212" w:type="dxa"/>
            <w:gridSpan w:val="3"/>
            <w:shd w:val="clear" w:color="auto" w:fill="F2F2F2" w:themeFill="background1" w:themeFillShade="F2"/>
          </w:tcPr>
          <w:p w:rsidR="001C2BB4" w:rsidRPr="005D17B6" w:rsidRDefault="001C2BB4" w:rsidP="002147E2">
            <w:pPr>
              <w:shd w:val="clear" w:color="auto" w:fill="FFFFFF" w:themeFill="background1"/>
              <w:spacing w:before="60" w:after="60" w:line="271" w:lineRule="auto"/>
              <w:jc w:val="right"/>
              <w:rPr>
                <w:rFonts w:eastAsia="Calibri" w:cstheme="minorHAnsi"/>
                <w:i/>
                <w:sz w:val="20"/>
                <w:szCs w:val="20"/>
              </w:rPr>
            </w:pPr>
            <w:r w:rsidRPr="005D17B6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5D17B6">
              <w:rPr>
                <w:rFonts w:eastAsia="Calibri" w:cstheme="minorHAnsi"/>
                <w:i/>
                <w:sz w:val="20"/>
                <w:szCs w:val="20"/>
              </w:rPr>
              <w:t>Ceny jsou uvedeny v Kč</w:t>
            </w:r>
          </w:p>
        </w:tc>
      </w:tr>
    </w:tbl>
    <w:p w:rsidR="00136033" w:rsidRDefault="00136033" w:rsidP="00136033">
      <w:pPr>
        <w:spacing w:after="0" w:line="271" w:lineRule="auto"/>
        <w:jc w:val="both"/>
        <w:rPr>
          <w:rFonts w:cstheme="minorHAnsi"/>
        </w:rPr>
      </w:pPr>
    </w:p>
    <w:p w:rsidR="00C00A67" w:rsidRDefault="00C00A67" w:rsidP="00136033">
      <w:pPr>
        <w:spacing w:after="0" w:line="271" w:lineRule="auto"/>
        <w:jc w:val="both"/>
        <w:rPr>
          <w:rFonts w:cstheme="minorHAnsi"/>
        </w:rPr>
      </w:pPr>
    </w:p>
    <w:p w:rsidR="00C00A67" w:rsidRDefault="00C00A67" w:rsidP="00136033">
      <w:pPr>
        <w:spacing w:after="0" w:line="271" w:lineRule="auto"/>
        <w:jc w:val="both"/>
        <w:rPr>
          <w:rFonts w:cstheme="minorHAnsi"/>
        </w:rPr>
      </w:pPr>
    </w:p>
    <w:p w:rsidR="00C00A67" w:rsidRDefault="00C00A67" w:rsidP="00136033">
      <w:pPr>
        <w:spacing w:after="0" w:line="271" w:lineRule="auto"/>
        <w:jc w:val="both"/>
        <w:rPr>
          <w:rFonts w:cstheme="minorHAnsi"/>
        </w:rPr>
      </w:pPr>
    </w:p>
    <w:p w:rsidR="00C00A67" w:rsidRDefault="00C00A67" w:rsidP="00136033">
      <w:pPr>
        <w:spacing w:after="0" w:line="271" w:lineRule="auto"/>
        <w:jc w:val="both"/>
        <w:rPr>
          <w:rFonts w:cstheme="minorHAnsi"/>
        </w:rPr>
      </w:pPr>
    </w:p>
    <w:p w:rsidR="00C00A67" w:rsidRDefault="00C00A67" w:rsidP="00136033">
      <w:pPr>
        <w:spacing w:after="0" w:line="271" w:lineRule="auto"/>
        <w:jc w:val="both"/>
        <w:rPr>
          <w:rFonts w:cstheme="minorHAnsi"/>
        </w:rPr>
      </w:pPr>
    </w:p>
    <w:tbl>
      <w:tblPr>
        <w:tblStyle w:val="Mkatabulky"/>
        <w:tblW w:w="0" w:type="auto"/>
        <w:tblLook w:val="04A0"/>
      </w:tblPr>
      <w:tblGrid>
        <w:gridCol w:w="3652"/>
        <w:gridCol w:w="1843"/>
        <w:gridCol w:w="3717"/>
      </w:tblGrid>
      <w:tr w:rsidR="00AF23CC" w:rsidTr="00891E61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AF23CC" w:rsidRDefault="00AF23CC" w:rsidP="00891E6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V </w:t>
            </w:r>
            <w:sdt>
              <w:sdtPr>
                <w:rPr>
                  <w:rFonts w:cstheme="minorHAnsi"/>
                  <w:color w:val="000000" w:themeColor="text1"/>
                </w:rPr>
                <w:id w:val="4605964"/>
                <w:placeholder>
                  <w:docPart w:val="B442F0BA05BE4007B600B633B32DD2CD"/>
                </w:placeholder>
                <w:showingPlcHdr/>
                <w:text/>
              </w:sdtPr>
              <w:sdtContent>
                <w:r w:rsidRPr="009D5C70">
                  <w:rPr>
                    <w:rFonts w:cstheme="minorHAnsi"/>
                    <w:color w:val="000000" w:themeColor="text1"/>
                    <w:highlight w:val="yellow"/>
                  </w:rPr>
                  <w:t>____________</w:t>
                </w:r>
              </w:sdtContent>
            </w:sdt>
            <w:r>
              <w:rPr>
                <w:rFonts w:cstheme="minorHAnsi"/>
              </w:rPr>
              <w:t xml:space="preserve"> dne </w:t>
            </w:r>
            <w:sdt>
              <w:sdtPr>
                <w:rPr>
                  <w:rFonts w:cstheme="minorHAnsi"/>
                  <w:color w:val="000000" w:themeColor="text1"/>
                  <w:highlight w:val="yellow"/>
                </w:rPr>
                <w:id w:val="4605965"/>
                <w:placeholder>
                  <w:docPart w:val="84064B279FF8469AA16D94A2B3FAA700"/>
                </w:placeholder>
                <w:showingPlcHdr/>
                <w:text/>
              </w:sdtPr>
              <w:sdtContent>
                <w:r w:rsidRPr="009D5C70">
                  <w:rPr>
                    <w:rFonts w:cstheme="minorHAnsi"/>
                    <w:color w:val="000000" w:themeColor="text1"/>
                    <w:highlight w:val="yellow"/>
                  </w:rPr>
                  <w:t>__</w:t>
                </w:r>
              </w:sdtContent>
            </w:sdt>
            <w:r w:rsidRPr="009D5C70">
              <w:rPr>
                <w:rFonts w:cstheme="minorHAnsi"/>
                <w:highlight w:val="yellow"/>
              </w:rPr>
              <w:t xml:space="preserve">. </w:t>
            </w:r>
            <w:sdt>
              <w:sdtPr>
                <w:rPr>
                  <w:rFonts w:cstheme="minorHAnsi"/>
                  <w:color w:val="000000" w:themeColor="text1"/>
                  <w:highlight w:val="yellow"/>
                </w:rPr>
                <w:id w:val="4605966"/>
                <w:placeholder>
                  <w:docPart w:val="24E5632EA84B46DDBBD1B2039AA746AA"/>
                </w:placeholder>
                <w:showingPlcHdr/>
                <w:text/>
              </w:sdtPr>
              <w:sdtContent>
                <w:r w:rsidRPr="009D5C70">
                  <w:rPr>
                    <w:rFonts w:cstheme="minorHAnsi"/>
                    <w:color w:val="000000" w:themeColor="text1"/>
                    <w:highlight w:val="yellow"/>
                  </w:rPr>
                  <w:t>__</w:t>
                </w:r>
              </w:sdtContent>
            </w:sdt>
            <w:r w:rsidRPr="009D5C70">
              <w:rPr>
                <w:rFonts w:cstheme="minorHAnsi"/>
                <w:highlight w:val="yellow"/>
              </w:rPr>
              <w:t>.</w:t>
            </w:r>
            <w:r w:rsidRPr="009D5C70">
              <w:rPr>
                <w:rFonts w:cstheme="minorHAnsi"/>
                <w:color w:val="000000" w:themeColor="text1"/>
                <w:highlight w:val="yellow"/>
              </w:rPr>
              <w:t xml:space="preserve"> </w:t>
            </w:r>
            <w:sdt>
              <w:sdtPr>
                <w:rPr>
                  <w:rFonts w:cstheme="minorHAnsi"/>
                  <w:color w:val="000000" w:themeColor="text1"/>
                  <w:highlight w:val="yellow"/>
                </w:rPr>
                <w:id w:val="4605967"/>
                <w:placeholder>
                  <w:docPart w:val="C97FAD4D37CA44FDAEF5A90A0E8E8905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Pr="009D5C70">
                  <w:rPr>
                    <w:rFonts w:cstheme="minorHAnsi"/>
                    <w:color w:val="000000" w:themeColor="text1"/>
                    <w:highlight w:val="yellow"/>
                  </w:rPr>
                  <w:t>__</w:t>
                </w:r>
              </w:sdtContent>
            </w:sdt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F23CC" w:rsidRDefault="00AF23CC" w:rsidP="00891E61">
            <w:pPr>
              <w:jc w:val="both"/>
              <w:rPr>
                <w:rFonts w:cstheme="minorHAnsi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</w:tcPr>
          <w:p w:rsidR="00AF23CC" w:rsidRPr="00A82FD1" w:rsidRDefault="00AF23CC" w:rsidP="00891E61">
            <w:pPr>
              <w:jc w:val="center"/>
              <w:rPr>
                <w:rFonts w:cstheme="minorHAnsi"/>
                <w:highlight w:val="green"/>
              </w:rPr>
            </w:pPr>
            <w:r w:rsidRPr="00A82FD1">
              <w:rPr>
                <w:rFonts w:cstheme="minorHAnsi"/>
              </w:rPr>
              <w:t>_________________________</w:t>
            </w:r>
          </w:p>
        </w:tc>
      </w:tr>
      <w:tr w:rsidR="00AF23CC" w:rsidRPr="00D123B0" w:rsidTr="00891E61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AF23CC" w:rsidRDefault="00AF23CC" w:rsidP="00891E61">
            <w:pPr>
              <w:jc w:val="both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F23CC" w:rsidRDefault="00AF23CC" w:rsidP="00891E61">
            <w:pPr>
              <w:jc w:val="both"/>
              <w:rPr>
                <w:rFonts w:cstheme="minorHAnsi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cstheme="minorHAnsi"/>
                <w:color w:val="000000" w:themeColor="text1"/>
              </w:rPr>
              <w:id w:val="4605968"/>
              <w:placeholder>
                <w:docPart w:val="DAB31606694F4B2B90312751CD99B59C"/>
              </w:placeholder>
              <w:showingPlcHdr/>
              <w:text/>
            </w:sdtPr>
            <w:sdtEndPr>
              <w:rPr>
                <w:i/>
              </w:rPr>
            </w:sdtEndPr>
            <w:sdtContent>
              <w:p w:rsidR="00AF23CC" w:rsidRPr="00D123B0" w:rsidRDefault="00AF23CC" w:rsidP="00891E61">
                <w:pPr>
                  <w:jc w:val="center"/>
                  <w:rPr>
                    <w:rFonts w:cstheme="minorHAnsi"/>
                    <w:color w:val="808080" w:themeColor="background1" w:themeShade="80"/>
                    <w:highlight w:val="yellow"/>
                  </w:rPr>
                </w:pPr>
                <w:r w:rsidRPr="00CC5332">
                  <w:rPr>
                    <w:rFonts w:cstheme="minorHAnsi"/>
                    <w:color w:val="000000" w:themeColor="text1"/>
                  </w:rPr>
                  <w:t>razítko a podpis oprávněné osoby jednat za zájemce</w:t>
                </w:r>
              </w:p>
              <w:p w:rsidR="00AF23CC" w:rsidRPr="00D123B0" w:rsidRDefault="00AF23CC" w:rsidP="00891E61">
                <w:pPr>
                  <w:jc w:val="center"/>
                  <w:rPr>
                    <w:rFonts w:cstheme="minorHAnsi"/>
                    <w:color w:val="7F7F7F" w:themeColor="text1" w:themeTint="80"/>
                  </w:rPr>
                </w:pPr>
                <w:r w:rsidRPr="00D123B0">
                  <w:rPr>
                    <w:rFonts w:cstheme="minorHAnsi"/>
                    <w:i/>
                    <w:color w:val="C00000"/>
                    <w:highlight w:val="yellow"/>
                  </w:rPr>
                  <w:t>jméno a příjmení</w:t>
                </w:r>
              </w:p>
            </w:sdtContent>
          </w:sdt>
        </w:tc>
      </w:tr>
    </w:tbl>
    <w:p w:rsidR="003B6B5E" w:rsidRPr="00E80CE1" w:rsidRDefault="003B6B5E" w:rsidP="00C00A67">
      <w:pPr>
        <w:spacing w:after="0" w:line="271" w:lineRule="auto"/>
        <w:jc w:val="both"/>
        <w:rPr>
          <w:rFonts w:cstheme="minorHAnsi"/>
          <w:i/>
        </w:rPr>
      </w:pPr>
    </w:p>
    <w:sectPr w:rsidR="003B6B5E" w:rsidRPr="00E80CE1" w:rsidSect="00ED575A">
      <w:headerReference w:type="default" r:id="rId7"/>
      <w:footerReference w:type="default" r:id="rId8"/>
      <w:pgSz w:w="11906" w:h="16838" w:code="9"/>
      <w:pgMar w:top="1418" w:right="1418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89F" w:rsidRDefault="0063289F" w:rsidP="00BA3742">
      <w:pPr>
        <w:spacing w:after="0" w:line="240" w:lineRule="auto"/>
      </w:pPr>
      <w:r>
        <w:separator/>
      </w:r>
    </w:p>
  </w:endnote>
  <w:endnote w:type="continuationSeparator" w:id="0">
    <w:p w:rsidR="0063289F" w:rsidRDefault="0063289F" w:rsidP="00BA3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7A7" w:rsidRDefault="004D27A7" w:rsidP="00EE463B">
    <w:pPr>
      <w:pStyle w:val="Zpat"/>
    </w:pPr>
  </w:p>
  <w:p w:rsidR="004D27A7" w:rsidRDefault="004D27A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89F" w:rsidRDefault="0063289F" w:rsidP="00BA3742">
      <w:pPr>
        <w:spacing w:after="0" w:line="240" w:lineRule="auto"/>
      </w:pPr>
      <w:r>
        <w:separator/>
      </w:r>
    </w:p>
  </w:footnote>
  <w:footnote w:type="continuationSeparator" w:id="0">
    <w:p w:rsidR="0063289F" w:rsidRDefault="0063289F" w:rsidP="00BA37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DD7" w:rsidRDefault="00061DD7" w:rsidP="0055170F">
    <w:pPr>
      <w:pStyle w:val="Zhlav"/>
      <w:jc w:val="center"/>
    </w:pPr>
  </w:p>
  <w:p w:rsidR="00061DD7" w:rsidRDefault="00061DD7" w:rsidP="0055170F">
    <w:pPr>
      <w:pStyle w:val="Zhlav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04450"/>
  </w:hdrShapeDefaults>
  <w:footnotePr>
    <w:footnote w:id="-1"/>
    <w:footnote w:id="0"/>
  </w:footnotePr>
  <w:endnotePr>
    <w:endnote w:id="-1"/>
    <w:endnote w:id="0"/>
  </w:endnotePr>
  <w:compat/>
  <w:rsids>
    <w:rsidRoot w:val="00401C65"/>
    <w:rsid w:val="00006B73"/>
    <w:rsid w:val="000138A8"/>
    <w:rsid w:val="00016301"/>
    <w:rsid w:val="00037969"/>
    <w:rsid w:val="00044F1A"/>
    <w:rsid w:val="000477AE"/>
    <w:rsid w:val="00061DD7"/>
    <w:rsid w:val="00070891"/>
    <w:rsid w:val="00092404"/>
    <w:rsid w:val="000B7E93"/>
    <w:rsid w:val="000F7324"/>
    <w:rsid w:val="00107D35"/>
    <w:rsid w:val="001212ED"/>
    <w:rsid w:val="00121BE5"/>
    <w:rsid w:val="00124B28"/>
    <w:rsid w:val="00136033"/>
    <w:rsid w:val="00140CCE"/>
    <w:rsid w:val="00160A47"/>
    <w:rsid w:val="00163F3C"/>
    <w:rsid w:val="00187CC9"/>
    <w:rsid w:val="001C2BB4"/>
    <w:rsid w:val="001E6789"/>
    <w:rsid w:val="00204F5E"/>
    <w:rsid w:val="002147E2"/>
    <w:rsid w:val="00217530"/>
    <w:rsid w:val="00223BB1"/>
    <w:rsid w:val="002354E2"/>
    <w:rsid w:val="00243CDD"/>
    <w:rsid w:val="0024592C"/>
    <w:rsid w:val="00252F5D"/>
    <w:rsid w:val="00257BF6"/>
    <w:rsid w:val="002727D9"/>
    <w:rsid w:val="00287413"/>
    <w:rsid w:val="002917C7"/>
    <w:rsid w:val="002950B6"/>
    <w:rsid w:val="0029720C"/>
    <w:rsid w:val="002D72AC"/>
    <w:rsid w:val="002E498F"/>
    <w:rsid w:val="002E6A62"/>
    <w:rsid w:val="002F34E1"/>
    <w:rsid w:val="00314BD3"/>
    <w:rsid w:val="00323C86"/>
    <w:rsid w:val="0032634C"/>
    <w:rsid w:val="00330DFA"/>
    <w:rsid w:val="00331533"/>
    <w:rsid w:val="00336629"/>
    <w:rsid w:val="00342BE1"/>
    <w:rsid w:val="00344C8D"/>
    <w:rsid w:val="00346F72"/>
    <w:rsid w:val="00360740"/>
    <w:rsid w:val="003749EC"/>
    <w:rsid w:val="00387C56"/>
    <w:rsid w:val="003A6F6E"/>
    <w:rsid w:val="003B6B5E"/>
    <w:rsid w:val="003D29FE"/>
    <w:rsid w:val="003D4E88"/>
    <w:rsid w:val="003E2CFC"/>
    <w:rsid w:val="003E4472"/>
    <w:rsid w:val="003F03C9"/>
    <w:rsid w:val="003F0AE4"/>
    <w:rsid w:val="00401C65"/>
    <w:rsid w:val="00406DAD"/>
    <w:rsid w:val="00424847"/>
    <w:rsid w:val="00435433"/>
    <w:rsid w:val="00442F19"/>
    <w:rsid w:val="004472F0"/>
    <w:rsid w:val="00450090"/>
    <w:rsid w:val="004609AE"/>
    <w:rsid w:val="0047634C"/>
    <w:rsid w:val="0048123C"/>
    <w:rsid w:val="00482FC6"/>
    <w:rsid w:val="004914BB"/>
    <w:rsid w:val="004D0D73"/>
    <w:rsid w:val="004D27A7"/>
    <w:rsid w:val="004E3368"/>
    <w:rsid w:val="005136A0"/>
    <w:rsid w:val="0051376E"/>
    <w:rsid w:val="00520D8C"/>
    <w:rsid w:val="005242DA"/>
    <w:rsid w:val="0055170F"/>
    <w:rsid w:val="00554C00"/>
    <w:rsid w:val="00571C0A"/>
    <w:rsid w:val="00571DF4"/>
    <w:rsid w:val="005724F0"/>
    <w:rsid w:val="00592616"/>
    <w:rsid w:val="005A2146"/>
    <w:rsid w:val="005A44C7"/>
    <w:rsid w:val="005A749A"/>
    <w:rsid w:val="005C1AD8"/>
    <w:rsid w:val="005D17B6"/>
    <w:rsid w:val="005D4F22"/>
    <w:rsid w:val="0063289F"/>
    <w:rsid w:val="00632BE0"/>
    <w:rsid w:val="00642B6F"/>
    <w:rsid w:val="00654816"/>
    <w:rsid w:val="006A337C"/>
    <w:rsid w:val="006E7F73"/>
    <w:rsid w:val="00715385"/>
    <w:rsid w:val="00716FAF"/>
    <w:rsid w:val="0072231D"/>
    <w:rsid w:val="00725F7C"/>
    <w:rsid w:val="007349E2"/>
    <w:rsid w:val="00735E37"/>
    <w:rsid w:val="00741DBA"/>
    <w:rsid w:val="007B0F75"/>
    <w:rsid w:val="007B37A8"/>
    <w:rsid w:val="007B3F73"/>
    <w:rsid w:val="008073CC"/>
    <w:rsid w:val="00812419"/>
    <w:rsid w:val="0082177D"/>
    <w:rsid w:val="0084342D"/>
    <w:rsid w:val="00852321"/>
    <w:rsid w:val="0087007C"/>
    <w:rsid w:val="0089187E"/>
    <w:rsid w:val="008A6D44"/>
    <w:rsid w:val="008B5BCA"/>
    <w:rsid w:val="008C1283"/>
    <w:rsid w:val="008C41DE"/>
    <w:rsid w:val="008C43D0"/>
    <w:rsid w:val="008D6EC6"/>
    <w:rsid w:val="008F39FF"/>
    <w:rsid w:val="008F6A9E"/>
    <w:rsid w:val="00905C8F"/>
    <w:rsid w:val="00916BB9"/>
    <w:rsid w:val="009323E2"/>
    <w:rsid w:val="00955F4D"/>
    <w:rsid w:val="009564C9"/>
    <w:rsid w:val="00987C31"/>
    <w:rsid w:val="00995339"/>
    <w:rsid w:val="009A5C8B"/>
    <w:rsid w:val="009B0915"/>
    <w:rsid w:val="009B3180"/>
    <w:rsid w:val="009B5F9E"/>
    <w:rsid w:val="00A21CE7"/>
    <w:rsid w:val="00A35AA2"/>
    <w:rsid w:val="00A400C3"/>
    <w:rsid w:val="00A748F6"/>
    <w:rsid w:val="00A82FD1"/>
    <w:rsid w:val="00A906AE"/>
    <w:rsid w:val="00AB785C"/>
    <w:rsid w:val="00AE2045"/>
    <w:rsid w:val="00AF23CC"/>
    <w:rsid w:val="00AF784F"/>
    <w:rsid w:val="00B06578"/>
    <w:rsid w:val="00B11765"/>
    <w:rsid w:val="00B121AE"/>
    <w:rsid w:val="00B15CDC"/>
    <w:rsid w:val="00B25D1E"/>
    <w:rsid w:val="00B276A8"/>
    <w:rsid w:val="00B34901"/>
    <w:rsid w:val="00B53779"/>
    <w:rsid w:val="00B90E4F"/>
    <w:rsid w:val="00BA3742"/>
    <w:rsid w:val="00BB6E3D"/>
    <w:rsid w:val="00BC3358"/>
    <w:rsid w:val="00BE5D2E"/>
    <w:rsid w:val="00BF3176"/>
    <w:rsid w:val="00C00A67"/>
    <w:rsid w:val="00C047CF"/>
    <w:rsid w:val="00C36830"/>
    <w:rsid w:val="00C3716C"/>
    <w:rsid w:val="00C5151A"/>
    <w:rsid w:val="00C551C9"/>
    <w:rsid w:val="00C604E3"/>
    <w:rsid w:val="00C76BC7"/>
    <w:rsid w:val="00C82AC3"/>
    <w:rsid w:val="00CB69E4"/>
    <w:rsid w:val="00CC0CC9"/>
    <w:rsid w:val="00CE7C49"/>
    <w:rsid w:val="00CF7EEC"/>
    <w:rsid w:val="00D05AE0"/>
    <w:rsid w:val="00D07D0A"/>
    <w:rsid w:val="00D35664"/>
    <w:rsid w:val="00D60DA2"/>
    <w:rsid w:val="00D8076E"/>
    <w:rsid w:val="00DB57FF"/>
    <w:rsid w:val="00E21050"/>
    <w:rsid w:val="00E22A12"/>
    <w:rsid w:val="00E80CE1"/>
    <w:rsid w:val="00E93D82"/>
    <w:rsid w:val="00EA163C"/>
    <w:rsid w:val="00EA70CA"/>
    <w:rsid w:val="00EB477B"/>
    <w:rsid w:val="00EB5C8E"/>
    <w:rsid w:val="00EC3DAA"/>
    <w:rsid w:val="00ED2DE3"/>
    <w:rsid w:val="00ED575A"/>
    <w:rsid w:val="00EE463B"/>
    <w:rsid w:val="00F03361"/>
    <w:rsid w:val="00F04116"/>
    <w:rsid w:val="00F0692E"/>
    <w:rsid w:val="00F13E70"/>
    <w:rsid w:val="00F15E99"/>
    <w:rsid w:val="00F26689"/>
    <w:rsid w:val="00F65D56"/>
    <w:rsid w:val="00F66987"/>
    <w:rsid w:val="00FA0F5F"/>
    <w:rsid w:val="00FA4FEF"/>
    <w:rsid w:val="00FB0B24"/>
    <w:rsid w:val="00FE0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A6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217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EB5C8E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semiHidden/>
    <w:unhideWhenUsed/>
    <w:rsid w:val="00BA37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A3742"/>
  </w:style>
  <w:style w:type="paragraph" w:styleId="Zpat">
    <w:name w:val="footer"/>
    <w:basedOn w:val="Normln"/>
    <w:link w:val="ZpatChar"/>
    <w:uiPriority w:val="99"/>
    <w:unhideWhenUsed/>
    <w:rsid w:val="00BA37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3742"/>
  </w:style>
  <w:style w:type="paragraph" w:styleId="Textbubliny">
    <w:name w:val="Balloon Text"/>
    <w:basedOn w:val="Normln"/>
    <w:link w:val="TextbublinyChar"/>
    <w:uiPriority w:val="99"/>
    <w:semiHidden/>
    <w:unhideWhenUsed/>
    <w:rsid w:val="00BA3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3742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0F732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8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lantova\Desktop\P&#344;IPRAVA\R.V&#253;tahu%20DM%20Klatovy\05.%20P&#345;.%20&#269;.%201%20Kryc&#237;%20list%20nab&#237;dk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4723DCB410F41AAA7B6A62BC20A11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407D3B-66F0-4D1B-A6D2-2E454C5A5742}"/>
      </w:docPartPr>
      <w:docPartBody>
        <w:p w:rsidR="00732116" w:rsidRDefault="00C53BFE">
          <w:pPr>
            <w:pStyle w:val="34723DCB410F41AAA7B6A62BC20A1179"/>
          </w:pPr>
          <w:r w:rsidRPr="000E1468">
            <w:rPr>
              <w:rStyle w:val="Zstupntext"/>
              <w:highlight w:val="yellow"/>
            </w:rPr>
            <w:t>Zvolte položku</w:t>
          </w:r>
        </w:p>
      </w:docPartBody>
    </w:docPart>
    <w:docPart>
      <w:docPartPr>
        <w:name w:val="D79C4094B32B4D61AFD8D675A1F2D9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C9BCC6-DCA7-421F-9399-72EC92F705DA}"/>
      </w:docPartPr>
      <w:docPartBody>
        <w:p w:rsidR="00732116" w:rsidRDefault="00C53BFE">
          <w:pPr>
            <w:pStyle w:val="D79C4094B32B4D61AFD8D675A1F2D953"/>
          </w:pPr>
          <w:r w:rsidRPr="00163F3C">
            <w:rPr>
              <w:rFonts w:cstheme="minorHAnsi"/>
              <w:b/>
              <w:color w:val="000000" w:themeColor="text1"/>
              <w:highlight w:val="yellow"/>
            </w:rPr>
            <w:t>název</w:t>
          </w:r>
        </w:p>
      </w:docPartBody>
    </w:docPart>
    <w:docPart>
      <w:docPartPr>
        <w:name w:val="9A0135FC397C45D48D1286CDCD67B0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52BEAB-535D-40BB-8AE3-1E05D09D9D5A}"/>
      </w:docPartPr>
      <w:docPartBody>
        <w:p w:rsidR="00732116" w:rsidRDefault="00C53BFE">
          <w:pPr>
            <w:pStyle w:val="9A0135FC397C45D48D1286CDCD67B0FC"/>
          </w:pPr>
          <w:r w:rsidRPr="00163F3C">
            <w:rPr>
              <w:rFonts w:cstheme="minorHAnsi"/>
              <w:b/>
              <w:color w:val="000000" w:themeColor="text1"/>
              <w:highlight w:val="yellow"/>
            </w:rPr>
            <w:t>sídlo</w:t>
          </w:r>
        </w:p>
      </w:docPartBody>
    </w:docPart>
    <w:docPart>
      <w:docPartPr>
        <w:name w:val="EC6D6B73672C496899F2268635D5A4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88FB56-0C0D-4C55-A2A4-342D0004BB7C}"/>
      </w:docPartPr>
      <w:docPartBody>
        <w:p w:rsidR="00732116" w:rsidRDefault="00C53BFE">
          <w:pPr>
            <w:pStyle w:val="EC6D6B73672C496899F2268635D5A4BE"/>
          </w:pPr>
          <w:r w:rsidRPr="00B6723A">
            <w:rPr>
              <w:rFonts w:cstheme="minorHAnsi"/>
              <w:i/>
              <w:color w:val="000000" w:themeColor="text1"/>
              <w:highlight w:val="yellow"/>
            </w:rPr>
            <w:t>vyplní zájemce</w:t>
          </w:r>
        </w:p>
      </w:docPartBody>
    </w:docPart>
    <w:docPart>
      <w:docPartPr>
        <w:name w:val="043A0A840BD9479A89515E9AFC56F7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9C4B5E-383B-42FD-8030-564B26BF9A99}"/>
      </w:docPartPr>
      <w:docPartBody>
        <w:p w:rsidR="00732116" w:rsidRDefault="00C53BFE">
          <w:pPr>
            <w:pStyle w:val="043A0A840BD9479A89515E9AFC56F773"/>
          </w:pPr>
          <w:r w:rsidRPr="00B6723A">
            <w:rPr>
              <w:rFonts w:cstheme="minorHAnsi"/>
              <w:i/>
              <w:color w:val="000000" w:themeColor="text1"/>
              <w:highlight w:val="yellow"/>
            </w:rPr>
            <w:t>vyplní zájemce</w:t>
          </w:r>
        </w:p>
      </w:docPartBody>
    </w:docPart>
    <w:docPart>
      <w:docPartPr>
        <w:name w:val="455FADA5EA8D4C52BB75FA09091A4D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E8C3B4-125C-46EB-8CB9-3AFD67D3ADDF}"/>
      </w:docPartPr>
      <w:docPartBody>
        <w:p w:rsidR="00732116" w:rsidRDefault="00C53BFE">
          <w:pPr>
            <w:pStyle w:val="455FADA5EA8D4C52BB75FA09091A4D77"/>
          </w:pPr>
          <w:r w:rsidRPr="00B6723A">
            <w:rPr>
              <w:rFonts w:cstheme="minorHAnsi"/>
              <w:i/>
              <w:color w:val="000000" w:themeColor="text1"/>
              <w:highlight w:val="yellow"/>
            </w:rPr>
            <w:t>vyplní zájemce</w:t>
          </w:r>
        </w:p>
      </w:docPartBody>
    </w:docPart>
    <w:docPart>
      <w:docPartPr>
        <w:name w:val="0432FD246E324E3EAB0B9BEB836C0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5AB802-FA02-472D-AEB0-7C1AE89143BC}"/>
      </w:docPartPr>
      <w:docPartBody>
        <w:p w:rsidR="00732116" w:rsidRDefault="00C53BFE">
          <w:pPr>
            <w:pStyle w:val="0432FD246E324E3EAB0B9BEB836C008E"/>
          </w:pPr>
          <w:r w:rsidRPr="00B6723A">
            <w:rPr>
              <w:rFonts w:cstheme="minorHAnsi"/>
              <w:i/>
              <w:color w:val="000000" w:themeColor="text1"/>
              <w:highlight w:val="yellow"/>
            </w:rPr>
            <w:t>vyplní zájemce</w:t>
          </w:r>
        </w:p>
      </w:docPartBody>
    </w:docPart>
    <w:docPart>
      <w:docPartPr>
        <w:name w:val="6311F412C2104468825B6547350A84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26D7C3-13A7-4FAE-A781-7CFC0D80C4E7}"/>
      </w:docPartPr>
      <w:docPartBody>
        <w:p w:rsidR="00732116" w:rsidRDefault="00C53BFE">
          <w:pPr>
            <w:pStyle w:val="6311F412C2104468825B6547350A84F2"/>
          </w:pPr>
          <w:r w:rsidRPr="00B6723A">
            <w:rPr>
              <w:rFonts w:cstheme="minorHAnsi"/>
              <w:i/>
              <w:color w:val="000000" w:themeColor="text1"/>
              <w:highlight w:val="yellow"/>
            </w:rPr>
            <w:t>vyplní zájemce</w:t>
          </w:r>
        </w:p>
      </w:docPartBody>
    </w:docPart>
    <w:docPart>
      <w:docPartPr>
        <w:name w:val="F3C2354874184AD086D1E44EBE7C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EE5E19-6293-4B18-8DC6-A70AF80627CF}"/>
      </w:docPartPr>
      <w:docPartBody>
        <w:p w:rsidR="00732116" w:rsidRDefault="00C53BFE">
          <w:pPr>
            <w:pStyle w:val="F3C2354874184AD086D1E44EBE7C328B"/>
          </w:pPr>
          <w:r w:rsidRPr="00B6723A">
            <w:rPr>
              <w:rFonts w:cstheme="minorHAnsi"/>
              <w:i/>
              <w:color w:val="000000" w:themeColor="text1"/>
              <w:highlight w:val="yellow"/>
            </w:rPr>
            <w:t>vyplní zájemce</w:t>
          </w:r>
        </w:p>
      </w:docPartBody>
    </w:docPart>
    <w:docPart>
      <w:docPartPr>
        <w:name w:val="E4CAE661B55E48DB82DA9AA93CF1B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95AD7E-ED8A-4D20-8640-76D1ADC56CDD}"/>
      </w:docPartPr>
      <w:docPartBody>
        <w:p w:rsidR="00732116" w:rsidRDefault="00C53BFE">
          <w:pPr>
            <w:pStyle w:val="E4CAE661B55E48DB82DA9AA93CF1B0E5"/>
          </w:pPr>
          <w:r w:rsidRPr="00B6723A">
            <w:rPr>
              <w:rFonts w:cstheme="minorHAnsi"/>
              <w:i/>
              <w:color w:val="000000" w:themeColor="text1"/>
              <w:highlight w:val="yellow"/>
            </w:rPr>
            <w:t>vyplní zájemce</w:t>
          </w:r>
        </w:p>
      </w:docPartBody>
    </w:docPart>
    <w:docPart>
      <w:docPartPr>
        <w:name w:val="FBFC891483C648C7865BAC88D288A1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13AEED-6964-4432-8213-9D31F5ACD3FD}"/>
      </w:docPartPr>
      <w:docPartBody>
        <w:p w:rsidR="00732116" w:rsidRDefault="00C53BFE">
          <w:pPr>
            <w:pStyle w:val="FBFC891483C648C7865BAC88D288A100"/>
          </w:pPr>
          <w:r w:rsidRPr="00B6723A">
            <w:rPr>
              <w:rFonts w:cstheme="minorHAnsi"/>
              <w:i/>
              <w:color w:val="000000" w:themeColor="text1"/>
              <w:highlight w:val="yellow"/>
            </w:rPr>
            <w:t>vyplní zájemce</w:t>
          </w:r>
        </w:p>
      </w:docPartBody>
    </w:docPart>
    <w:docPart>
      <w:docPartPr>
        <w:name w:val="900D680A8BDB4250AAF5E31A468849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1F11AF-61C5-44FB-BD4A-1DAE9EC10186}"/>
      </w:docPartPr>
      <w:docPartBody>
        <w:p w:rsidR="00732116" w:rsidRDefault="00C53BFE">
          <w:pPr>
            <w:pStyle w:val="900D680A8BDB4250AAF5E31A468849D4"/>
          </w:pPr>
          <w:r w:rsidRPr="00B6723A">
            <w:rPr>
              <w:rFonts w:cstheme="minorHAnsi"/>
              <w:i/>
              <w:color w:val="000000" w:themeColor="text1"/>
              <w:highlight w:val="yellow"/>
            </w:rPr>
            <w:t>vyplní zájemce</w:t>
          </w:r>
        </w:p>
      </w:docPartBody>
    </w:docPart>
    <w:docPart>
      <w:docPartPr>
        <w:name w:val="0E3D45715C7347F79CC272D9AF2950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96C7D9-ADE6-4C78-B707-1E19154D7427}"/>
      </w:docPartPr>
      <w:docPartBody>
        <w:p w:rsidR="00732116" w:rsidRDefault="00C53BFE">
          <w:pPr>
            <w:pStyle w:val="0E3D45715C7347F79CC272D9AF29509C"/>
          </w:pPr>
          <w:r w:rsidRPr="00B6723A">
            <w:rPr>
              <w:rFonts w:cstheme="minorHAnsi"/>
              <w:i/>
              <w:color w:val="000000" w:themeColor="text1"/>
              <w:highlight w:val="yellow"/>
            </w:rPr>
            <w:t>vyplní zájemce</w:t>
          </w:r>
        </w:p>
      </w:docPartBody>
    </w:docPart>
    <w:docPart>
      <w:docPartPr>
        <w:name w:val="F2288CC98716492CB1CD9D4B62C291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D7EA2-E175-4FB3-B4C1-C5CE1D632857}"/>
      </w:docPartPr>
      <w:docPartBody>
        <w:p w:rsidR="00732116" w:rsidRDefault="00C53BFE">
          <w:pPr>
            <w:pStyle w:val="F2288CC98716492CB1CD9D4B62C29124"/>
          </w:pPr>
          <w:r w:rsidRPr="00B6723A">
            <w:rPr>
              <w:rFonts w:cstheme="minorHAnsi"/>
              <w:i/>
              <w:color w:val="000000" w:themeColor="text1"/>
              <w:highlight w:val="yellow"/>
            </w:rPr>
            <w:t>vyplní zájemce</w:t>
          </w:r>
        </w:p>
      </w:docPartBody>
    </w:docPart>
    <w:docPart>
      <w:docPartPr>
        <w:name w:val="2DCC6ADA37DD4586BC4775AD873B54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C076C4-CE3F-4693-93CF-B4CD300677F4}"/>
      </w:docPartPr>
      <w:docPartBody>
        <w:p w:rsidR="00732116" w:rsidRDefault="00C53BFE">
          <w:pPr>
            <w:pStyle w:val="2DCC6ADA37DD4586BC4775AD873B54FC"/>
          </w:pPr>
          <w:r w:rsidRPr="00B6723A">
            <w:rPr>
              <w:rFonts w:cstheme="minorHAnsi"/>
              <w:i/>
              <w:color w:val="000000" w:themeColor="text1"/>
              <w:highlight w:val="yellow"/>
            </w:rPr>
            <w:t>vyplní zájemce</w:t>
          </w:r>
        </w:p>
      </w:docPartBody>
    </w:docPart>
    <w:docPart>
      <w:docPartPr>
        <w:name w:val="B442F0BA05BE4007B600B633B32DD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A10BB8-4FB5-4A00-AAFC-6FA69E3720AB}"/>
      </w:docPartPr>
      <w:docPartBody>
        <w:p w:rsidR="00732116" w:rsidRDefault="00C53BFE">
          <w:pPr>
            <w:pStyle w:val="B442F0BA05BE4007B600B633B32DD2CD"/>
          </w:pPr>
          <w:r w:rsidRPr="009D5C70">
            <w:rPr>
              <w:rFonts w:cstheme="minorHAnsi"/>
              <w:color w:val="000000" w:themeColor="text1"/>
              <w:highlight w:val="yellow"/>
            </w:rPr>
            <w:t>____________</w:t>
          </w:r>
        </w:p>
      </w:docPartBody>
    </w:docPart>
    <w:docPart>
      <w:docPartPr>
        <w:name w:val="84064B279FF8469AA16D94A2B3FAA7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8C11E1-E04C-49A9-86D8-E3C35AD0BAFB}"/>
      </w:docPartPr>
      <w:docPartBody>
        <w:p w:rsidR="00732116" w:rsidRDefault="00C53BFE">
          <w:pPr>
            <w:pStyle w:val="84064B279FF8469AA16D94A2B3FAA700"/>
          </w:pPr>
          <w:r w:rsidRPr="009D5C70">
            <w:rPr>
              <w:rFonts w:cstheme="minorHAnsi"/>
              <w:color w:val="000000" w:themeColor="text1"/>
              <w:highlight w:val="yellow"/>
            </w:rPr>
            <w:t>__</w:t>
          </w:r>
        </w:p>
      </w:docPartBody>
    </w:docPart>
    <w:docPart>
      <w:docPartPr>
        <w:name w:val="24E5632EA84B46DDBBD1B2039AA746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8665B-3591-4E3B-92F8-D477F561E911}"/>
      </w:docPartPr>
      <w:docPartBody>
        <w:p w:rsidR="00732116" w:rsidRDefault="00C53BFE">
          <w:pPr>
            <w:pStyle w:val="24E5632EA84B46DDBBD1B2039AA746AA"/>
          </w:pPr>
          <w:r w:rsidRPr="009D5C70">
            <w:rPr>
              <w:rFonts w:cstheme="minorHAnsi"/>
              <w:color w:val="000000" w:themeColor="text1"/>
              <w:highlight w:val="yellow"/>
            </w:rPr>
            <w:t>__</w:t>
          </w:r>
        </w:p>
      </w:docPartBody>
    </w:docPart>
    <w:docPart>
      <w:docPartPr>
        <w:name w:val="C97FAD4D37CA44FDAEF5A90A0E8E89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07CFC1-4796-4861-B561-63A4CC4F2279}"/>
      </w:docPartPr>
      <w:docPartBody>
        <w:p w:rsidR="00732116" w:rsidRDefault="00C53BFE">
          <w:pPr>
            <w:pStyle w:val="C97FAD4D37CA44FDAEF5A90A0E8E8905"/>
          </w:pPr>
          <w:r w:rsidRPr="009D5C70">
            <w:rPr>
              <w:rFonts w:cstheme="minorHAnsi"/>
              <w:color w:val="000000" w:themeColor="text1"/>
              <w:highlight w:val="yellow"/>
            </w:rPr>
            <w:t>__</w:t>
          </w:r>
        </w:p>
      </w:docPartBody>
    </w:docPart>
    <w:docPart>
      <w:docPartPr>
        <w:name w:val="DAB31606694F4B2B90312751CD99B5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8FD687-DDD2-40FE-8125-631D8808E626}"/>
      </w:docPartPr>
      <w:docPartBody>
        <w:p w:rsidR="00FC27F6" w:rsidRPr="00D123B0" w:rsidRDefault="00C53BFE" w:rsidP="00891E61">
          <w:pPr>
            <w:jc w:val="center"/>
            <w:rPr>
              <w:rFonts w:cstheme="minorHAnsi"/>
              <w:color w:val="808080" w:themeColor="background1" w:themeShade="80"/>
              <w:highlight w:val="yellow"/>
            </w:rPr>
          </w:pPr>
          <w:r w:rsidRPr="00CC5332">
            <w:rPr>
              <w:rFonts w:cstheme="minorHAnsi"/>
              <w:color w:val="000000" w:themeColor="text1"/>
            </w:rPr>
            <w:t>razítko a podpis oprávněné osoby jednat za zájemce</w:t>
          </w:r>
        </w:p>
        <w:p w:rsidR="00732116" w:rsidRDefault="00C53BFE">
          <w:pPr>
            <w:pStyle w:val="DAB31606694F4B2B90312751CD99B59C"/>
          </w:pPr>
          <w:r w:rsidRPr="00D123B0">
            <w:rPr>
              <w:rFonts w:cstheme="minorHAnsi"/>
              <w:i/>
              <w:color w:val="C00000"/>
              <w:highlight w:val="yellow"/>
            </w:rPr>
            <w:t>jméno a příjmení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C53BFE"/>
    <w:rsid w:val="00732116"/>
    <w:rsid w:val="00C53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211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684F84B59161441A8C1B538C17622DD8">
    <w:name w:val="684F84B59161441A8C1B538C17622DD8"/>
    <w:rsid w:val="00732116"/>
  </w:style>
  <w:style w:type="character" w:styleId="Zstupntext">
    <w:name w:val="Placeholder Text"/>
    <w:basedOn w:val="Standardnpsmoodstavce"/>
    <w:uiPriority w:val="99"/>
    <w:semiHidden/>
    <w:rsid w:val="00732116"/>
    <w:rPr>
      <w:color w:val="808080"/>
    </w:rPr>
  </w:style>
  <w:style w:type="paragraph" w:customStyle="1" w:styleId="34723DCB410F41AAA7B6A62BC20A1179">
    <w:name w:val="34723DCB410F41AAA7B6A62BC20A1179"/>
    <w:rsid w:val="00732116"/>
  </w:style>
  <w:style w:type="paragraph" w:customStyle="1" w:styleId="D79C4094B32B4D61AFD8D675A1F2D953">
    <w:name w:val="D79C4094B32B4D61AFD8D675A1F2D953"/>
    <w:rsid w:val="00732116"/>
  </w:style>
  <w:style w:type="paragraph" w:customStyle="1" w:styleId="9A0135FC397C45D48D1286CDCD67B0FC">
    <w:name w:val="9A0135FC397C45D48D1286CDCD67B0FC"/>
    <w:rsid w:val="00732116"/>
  </w:style>
  <w:style w:type="paragraph" w:customStyle="1" w:styleId="EC6D6B73672C496899F2268635D5A4BE">
    <w:name w:val="EC6D6B73672C496899F2268635D5A4BE"/>
    <w:rsid w:val="00732116"/>
  </w:style>
  <w:style w:type="paragraph" w:customStyle="1" w:styleId="043A0A840BD9479A89515E9AFC56F773">
    <w:name w:val="043A0A840BD9479A89515E9AFC56F773"/>
    <w:rsid w:val="00732116"/>
  </w:style>
  <w:style w:type="paragraph" w:customStyle="1" w:styleId="455FADA5EA8D4C52BB75FA09091A4D77">
    <w:name w:val="455FADA5EA8D4C52BB75FA09091A4D77"/>
    <w:rsid w:val="00732116"/>
  </w:style>
  <w:style w:type="paragraph" w:customStyle="1" w:styleId="0432FD246E324E3EAB0B9BEB836C008E">
    <w:name w:val="0432FD246E324E3EAB0B9BEB836C008E"/>
    <w:rsid w:val="00732116"/>
  </w:style>
  <w:style w:type="paragraph" w:customStyle="1" w:styleId="6311F412C2104468825B6547350A84F2">
    <w:name w:val="6311F412C2104468825B6547350A84F2"/>
    <w:rsid w:val="00732116"/>
  </w:style>
  <w:style w:type="paragraph" w:customStyle="1" w:styleId="F3C2354874184AD086D1E44EBE7C328B">
    <w:name w:val="F3C2354874184AD086D1E44EBE7C328B"/>
    <w:rsid w:val="00732116"/>
  </w:style>
  <w:style w:type="paragraph" w:customStyle="1" w:styleId="E4CAE661B55E48DB82DA9AA93CF1B0E5">
    <w:name w:val="E4CAE661B55E48DB82DA9AA93CF1B0E5"/>
    <w:rsid w:val="00732116"/>
  </w:style>
  <w:style w:type="paragraph" w:customStyle="1" w:styleId="FBFC891483C648C7865BAC88D288A100">
    <w:name w:val="FBFC891483C648C7865BAC88D288A100"/>
    <w:rsid w:val="00732116"/>
  </w:style>
  <w:style w:type="paragraph" w:customStyle="1" w:styleId="900D680A8BDB4250AAF5E31A468849D4">
    <w:name w:val="900D680A8BDB4250AAF5E31A468849D4"/>
    <w:rsid w:val="00732116"/>
  </w:style>
  <w:style w:type="paragraph" w:customStyle="1" w:styleId="0E3D45715C7347F79CC272D9AF29509C">
    <w:name w:val="0E3D45715C7347F79CC272D9AF29509C"/>
    <w:rsid w:val="00732116"/>
  </w:style>
  <w:style w:type="paragraph" w:customStyle="1" w:styleId="F2288CC98716492CB1CD9D4B62C29124">
    <w:name w:val="F2288CC98716492CB1CD9D4B62C29124"/>
    <w:rsid w:val="00732116"/>
  </w:style>
  <w:style w:type="paragraph" w:customStyle="1" w:styleId="2DCC6ADA37DD4586BC4775AD873B54FC">
    <w:name w:val="2DCC6ADA37DD4586BC4775AD873B54FC"/>
    <w:rsid w:val="00732116"/>
  </w:style>
  <w:style w:type="paragraph" w:customStyle="1" w:styleId="B442F0BA05BE4007B600B633B32DD2CD">
    <w:name w:val="B442F0BA05BE4007B600B633B32DD2CD"/>
    <w:rsid w:val="00732116"/>
  </w:style>
  <w:style w:type="paragraph" w:customStyle="1" w:styleId="84064B279FF8469AA16D94A2B3FAA700">
    <w:name w:val="84064B279FF8469AA16D94A2B3FAA700"/>
    <w:rsid w:val="00732116"/>
  </w:style>
  <w:style w:type="paragraph" w:customStyle="1" w:styleId="24E5632EA84B46DDBBD1B2039AA746AA">
    <w:name w:val="24E5632EA84B46DDBBD1B2039AA746AA"/>
    <w:rsid w:val="00732116"/>
  </w:style>
  <w:style w:type="paragraph" w:customStyle="1" w:styleId="C97FAD4D37CA44FDAEF5A90A0E8E8905">
    <w:name w:val="C97FAD4D37CA44FDAEF5A90A0E8E8905"/>
    <w:rsid w:val="00732116"/>
  </w:style>
  <w:style w:type="paragraph" w:customStyle="1" w:styleId="DAB31606694F4B2B90312751CD99B59C">
    <w:name w:val="DAB31606694F4B2B90312751CD99B59C"/>
    <w:rsid w:val="0073211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28148C-1F10-4EEE-AB47-9664DF3C5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05. Př. č. 1 Krycí list nabídky.dotx</Template>
  <TotalTime>3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externistait</dc:creator>
  <cp:lastModifiedBy>externistait</cp:lastModifiedBy>
  <cp:revision>2</cp:revision>
  <cp:lastPrinted>2012-08-14T09:06:00Z</cp:lastPrinted>
  <dcterms:created xsi:type="dcterms:W3CDTF">2016-09-21T11:19:00Z</dcterms:created>
  <dcterms:modified xsi:type="dcterms:W3CDTF">2016-09-21T11:19:00Z</dcterms:modified>
</cp:coreProperties>
</file>