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8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1"/>
        <w:gridCol w:w="1701"/>
        <w:gridCol w:w="3544"/>
        <w:gridCol w:w="851"/>
        <w:gridCol w:w="1559"/>
        <w:gridCol w:w="425"/>
        <w:gridCol w:w="1819"/>
        <w:gridCol w:w="1820"/>
        <w:gridCol w:w="2646"/>
        <w:gridCol w:w="2646"/>
      </w:tblGrid>
      <w:tr w:rsidR="005E72F7" w:rsidTr="00373B65">
        <w:tc>
          <w:tcPr>
            <w:tcW w:w="11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ozn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rozměry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popis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Pr="00373B65" w:rsidRDefault="005E72F7" w:rsidP="00971C11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 w:rsidRPr="00373B65">
              <w:rPr>
                <w:b/>
                <w:bCs/>
                <w:sz w:val="18"/>
                <w:szCs w:val="18"/>
              </w:rPr>
              <w:t>množství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pozn.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39" w:type="dxa"/>
            <w:gridSpan w:val="2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6" w:type="dxa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64B0B" w:rsidTr="00A64B0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1000/1970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hliníkové dveře (vstup do </w:t>
            </w:r>
            <w:proofErr w:type="spellStart"/>
            <w:r>
              <w:t>rehab</w:t>
            </w:r>
            <w:proofErr w:type="spellEnd"/>
            <w:proofErr w:type="gramStart"/>
            <w:r>
              <w:t>.)</w:t>
            </w:r>
            <w:proofErr w:type="spellStart"/>
            <w:r>
              <w:t>jednokřídlové</w:t>
            </w:r>
            <w:proofErr w:type="gramEnd"/>
            <w:r>
              <w:t>,plné</w:t>
            </w:r>
            <w:proofErr w:type="spellEnd"/>
            <w:r>
              <w:t>, kování nerez klika/</w:t>
            </w:r>
            <w:proofErr w:type="spellStart"/>
            <w:r>
              <w:t>koule,otevírání</w:t>
            </w:r>
            <w:proofErr w:type="spellEnd"/>
            <w:r>
              <w:t xml:space="preserve"> přes zámek nebo přes „domácí telefon“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A64B0B" w:rsidRPr="00A64B0B" w:rsidRDefault="00A64B0B" w:rsidP="00A64B0B">
            <w:pPr>
              <w:pStyle w:val="TableContents"/>
              <w:ind w:left="113" w:right="113"/>
              <w:jc w:val="center"/>
              <w:rPr>
                <w:sz w:val="20"/>
                <w:szCs w:val="20"/>
              </w:rPr>
            </w:pPr>
            <w:r w:rsidRPr="00A64B0B">
              <w:rPr>
                <w:sz w:val="20"/>
                <w:szCs w:val="20"/>
              </w:rPr>
              <w:t xml:space="preserve">Dveře ve stávající i nové části (kromě dveří do pomocných prostorů a na </w:t>
            </w:r>
            <w:proofErr w:type="spellStart"/>
            <w:r w:rsidRPr="00A64B0B">
              <w:rPr>
                <w:sz w:val="20"/>
                <w:szCs w:val="20"/>
              </w:rPr>
              <w:t>soc.zař</w:t>
            </w:r>
            <w:proofErr w:type="spellEnd"/>
            <w:r w:rsidRPr="00A64B0B">
              <w:rPr>
                <w:sz w:val="20"/>
                <w:szCs w:val="20"/>
              </w:rPr>
              <w:t>.) budou opařeny zámky s přípravou na centrální klíčový systém nemocnice</w:t>
            </w: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900/1970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jednokřídlé dveře do obložkové zárubně plné hladké s HPL </w:t>
            </w:r>
            <w:proofErr w:type="spellStart"/>
            <w:proofErr w:type="gramStart"/>
            <w:r>
              <w:t>úpravou,kování</w:t>
            </w:r>
            <w:proofErr w:type="spellEnd"/>
            <w:proofErr w:type="gramEnd"/>
            <w:r>
              <w:t xml:space="preserve"> nerez 5x klika/klika,2x klika/koule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5 levé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2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800/1970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2A3ECF">
            <w:pPr>
              <w:pStyle w:val="TableContents"/>
              <w:jc w:val="center"/>
            </w:pPr>
            <w:r>
              <w:t xml:space="preserve">Vnitřní jednokřídlé dveře do obložkové zárubně plné hladké s HPL </w:t>
            </w:r>
            <w:proofErr w:type="spellStart"/>
            <w:proofErr w:type="gramStart"/>
            <w:r>
              <w:t>úpravou,kování</w:t>
            </w:r>
            <w:proofErr w:type="spellEnd"/>
            <w:proofErr w:type="gramEnd"/>
            <w:r>
              <w:t xml:space="preserve"> nerez 7x klika/klika,2x klika/koule</w:t>
            </w:r>
          </w:p>
          <w:p w:rsidR="00A64B0B" w:rsidRDefault="00A64B0B" w:rsidP="002A3ECF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6 levé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3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1000/1970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2A3ECF">
            <w:pPr>
              <w:pStyle w:val="TableContents"/>
              <w:jc w:val="center"/>
            </w:pPr>
            <w:r>
              <w:t xml:space="preserve">Vnitřní jednokřídlé dveře do obložkové zárubně plné hladké s HPL </w:t>
            </w:r>
            <w:proofErr w:type="spellStart"/>
            <w:proofErr w:type="gramStart"/>
            <w:r>
              <w:t>úpravou,kování</w:t>
            </w:r>
            <w:proofErr w:type="spellEnd"/>
            <w:proofErr w:type="gramEnd"/>
            <w:r>
              <w:t xml:space="preserve"> nerez klika/klika</w:t>
            </w:r>
          </w:p>
          <w:p w:rsidR="00A64B0B" w:rsidRDefault="00A64B0B" w:rsidP="002A3ECF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1100/1970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jednokřídlé posuvné dveře na </w:t>
            </w:r>
            <w:proofErr w:type="spellStart"/>
            <w:proofErr w:type="gramStart"/>
            <w:r>
              <w:t>stěnu,včetně</w:t>
            </w:r>
            <w:proofErr w:type="spellEnd"/>
            <w:proofErr w:type="gramEnd"/>
            <w:r>
              <w:t xml:space="preserve"> typového pojezdu a </w:t>
            </w:r>
            <w:proofErr w:type="spellStart"/>
            <w:r>
              <w:t>zárubně,kování</w:t>
            </w:r>
            <w:proofErr w:type="spellEnd"/>
            <w:r>
              <w:t xml:space="preserve"> nerez </w:t>
            </w:r>
            <w:proofErr w:type="spellStart"/>
            <w:r>
              <w:t>zapuštěné,HPL</w:t>
            </w:r>
            <w:proofErr w:type="spellEnd"/>
            <w:r>
              <w:t xml:space="preserve"> úprava </w:t>
            </w:r>
            <w:proofErr w:type="spellStart"/>
            <w:r>
              <w:t>povrchu,plné</w:t>
            </w:r>
            <w:proofErr w:type="spellEnd"/>
          </w:p>
          <w:p w:rsidR="00A64B0B" w:rsidRDefault="00A64B0B" w:rsidP="00971C11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2953E0" w:rsidP="00971C11">
            <w:pPr>
              <w:pStyle w:val="TableContents"/>
              <w:jc w:val="center"/>
            </w:pPr>
            <w:r>
              <w:t>1</w:t>
            </w:r>
            <w:r w:rsidR="00A64B0B">
              <w:t xml:space="preserve"> levé</w:t>
            </w:r>
          </w:p>
          <w:p w:rsidR="00A64B0B" w:rsidRDefault="002953E0" w:rsidP="00971C11">
            <w:pPr>
              <w:pStyle w:val="TableContents"/>
              <w:jc w:val="center"/>
            </w:pPr>
            <w:r>
              <w:t>1</w:t>
            </w:r>
            <w:r w:rsidR="00A64B0B">
              <w:t xml:space="preserve">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1100/2200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5C484B">
            <w:pPr>
              <w:pStyle w:val="TableContents"/>
              <w:jc w:val="center"/>
            </w:pPr>
            <w:r>
              <w:t xml:space="preserve">Vnitřní jednokřídlé posuvné dveře na </w:t>
            </w:r>
            <w:proofErr w:type="spellStart"/>
            <w:proofErr w:type="gramStart"/>
            <w:r>
              <w:t>stěnu,automatické</w:t>
            </w:r>
            <w:proofErr w:type="spellEnd"/>
            <w:proofErr w:type="gramEnd"/>
            <w:r>
              <w:t xml:space="preserve"> s napojením na </w:t>
            </w:r>
            <w:proofErr w:type="spellStart"/>
            <w:r>
              <w:t>EPS,ovládání</w:t>
            </w:r>
            <w:proofErr w:type="spellEnd"/>
            <w:r>
              <w:t xml:space="preserve"> radarem /bezpečností clonou ,hliníkové profily barva RAL 7040 </w:t>
            </w:r>
            <w:proofErr w:type="spellStart"/>
            <w:r>
              <w:t>šedá,prosklené</w:t>
            </w:r>
            <w:proofErr w:type="spellEnd"/>
            <w:r>
              <w:t xml:space="preserve"> min 2/3,požární odolnost EW15DP3-C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2953E0" w:rsidP="00971C11">
            <w:pPr>
              <w:pStyle w:val="TableContents"/>
              <w:jc w:val="center"/>
            </w:pPr>
            <w:r>
              <w:t>2</w:t>
            </w:r>
            <w:r w:rsidR="00A64B0B">
              <w:t xml:space="preserve">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94B99" w:rsidRDefault="00E94B99" w:rsidP="00971C11">
            <w:pPr>
              <w:pStyle w:val="TableContents"/>
              <w:jc w:val="center"/>
              <w:rPr>
                <w:i/>
              </w:rPr>
            </w:pPr>
          </w:p>
          <w:p w:rsidR="00E94B99" w:rsidRDefault="00E94B99" w:rsidP="00971C11">
            <w:pPr>
              <w:pStyle w:val="TableContents"/>
              <w:jc w:val="center"/>
              <w:rPr>
                <w:i/>
              </w:rPr>
            </w:pPr>
          </w:p>
          <w:p w:rsidR="00A64B0B" w:rsidRPr="002953E0" w:rsidRDefault="002953E0" w:rsidP="00971C11">
            <w:pPr>
              <w:pStyle w:val="TableContents"/>
              <w:jc w:val="center"/>
              <w:rPr>
                <w:i/>
              </w:rPr>
            </w:pPr>
            <w:bookmarkStart w:id="0" w:name="_GoBack"/>
            <w:bookmarkEnd w:id="0"/>
            <w:r w:rsidRPr="002953E0">
              <w:rPr>
                <w:i/>
              </w:rPr>
              <w:t>Ovládání dveří napojeno na EPS</w:t>
            </w: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9832E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700/1970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5C484B">
            <w:pPr>
              <w:pStyle w:val="TableContents"/>
              <w:jc w:val="center"/>
            </w:pPr>
            <w:r>
              <w:t xml:space="preserve">Vnitřní jednokřídlé dveře do obložkové zárubně plné hladké s HPL </w:t>
            </w:r>
            <w:proofErr w:type="spellStart"/>
            <w:proofErr w:type="gramStart"/>
            <w:r>
              <w:t>úpravou,kování</w:t>
            </w:r>
            <w:proofErr w:type="spellEnd"/>
            <w:proofErr w:type="gramEnd"/>
            <w:r>
              <w:t xml:space="preserve"> nerez klika/klika</w:t>
            </w:r>
          </w:p>
          <w:p w:rsidR="00A64B0B" w:rsidRDefault="00A64B0B" w:rsidP="005C484B">
            <w:pPr>
              <w:pStyle w:val="TableContents"/>
              <w:jc w:val="center"/>
            </w:pPr>
            <w:r>
              <w:t>RAL 7040 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7 levé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8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900/1970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hliníkové </w:t>
            </w:r>
            <w:proofErr w:type="spellStart"/>
            <w:proofErr w:type="gramStart"/>
            <w:r>
              <w:t>dveře,jednokřídlové</w:t>
            </w:r>
            <w:proofErr w:type="gramEnd"/>
            <w:r>
              <w:t>,min.ze</w:t>
            </w:r>
            <w:proofErr w:type="spellEnd"/>
            <w:r>
              <w:t xml:space="preserve"> 2/3 </w:t>
            </w:r>
            <w:proofErr w:type="spellStart"/>
            <w:r>
              <w:t>prosklené,kování</w:t>
            </w:r>
            <w:proofErr w:type="spellEnd"/>
            <w:r>
              <w:t xml:space="preserve"> nerez klika/klika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Barva RAL 7040 šedá (bílá 9010)</w:t>
            </w:r>
          </w:p>
          <w:p w:rsidR="00A64B0B" w:rsidRDefault="00A64B0B" w:rsidP="00971C11">
            <w:pPr>
              <w:pStyle w:val="TableContents"/>
              <w:jc w:val="center"/>
            </w:pPr>
          </w:p>
          <w:p w:rsidR="00A64B0B" w:rsidRDefault="00A64B0B" w:rsidP="00971C11">
            <w:pPr>
              <w:pStyle w:val="TableContents"/>
              <w:jc w:val="center"/>
            </w:pPr>
          </w:p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 levé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A64B0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D9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900/2000 + 600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Vnější hliníkové dveře prosklené min ze 2/3 s pevným </w:t>
            </w:r>
            <w:proofErr w:type="spellStart"/>
            <w:proofErr w:type="gramStart"/>
            <w:r>
              <w:t>nadsvětlíkem,nerezové</w:t>
            </w:r>
            <w:proofErr w:type="spellEnd"/>
            <w:proofErr w:type="gramEnd"/>
            <w:r>
              <w:t xml:space="preserve"> madlo z obou </w:t>
            </w:r>
            <w:proofErr w:type="spellStart"/>
            <w:r>
              <w:t>stran,samozavírač</w:t>
            </w:r>
            <w:proofErr w:type="spellEnd"/>
            <w:r>
              <w:t xml:space="preserve"> a válečkový </w:t>
            </w:r>
            <w:proofErr w:type="spellStart"/>
            <w:r>
              <w:t>zámek,příprava</w:t>
            </w:r>
            <w:proofErr w:type="spellEnd"/>
            <w:r>
              <w:t xml:space="preserve"> na univerzální klíč (klíčový systém nemocnice) barva bílá RAL 9010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2 levé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A64B0B" w:rsidRPr="00A64B0B" w:rsidRDefault="00A64B0B" w:rsidP="00A64B0B">
            <w:pPr>
              <w:pStyle w:val="TableContents"/>
              <w:ind w:left="113" w:right="113"/>
              <w:jc w:val="center"/>
              <w:rPr>
                <w:sz w:val="16"/>
                <w:szCs w:val="16"/>
              </w:rPr>
            </w:pPr>
            <w:r w:rsidRPr="00A64B0B">
              <w:rPr>
                <w:sz w:val="16"/>
                <w:szCs w:val="16"/>
              </w:rPr>
              <w:t xml:space="preserve">Dveře ve stávající i nové části (kromě dveří do pomocných prostorů a na </w:t>
            </w:r>
            <w:proofErr w:type="spellStart"/>
            <w:r w:rsidRPr="00A64B0B">
              <w:rPr>
                <w:sz w:val="16"/>
                <w:szCs w:val="16"/>
              </w:rPr>
              <w:t>soc.zař</w:t>
            </w:r>
            <w:proofErr w:type="spellEnd"/>
            <w:r w:rsidRPr="00A64B0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)</w:t>
            </w:r>
            <w:r w:rsidRPr="00A64B0B">
              <w:rPr>
                <w:sz w:val="16"/>
                <w:szCs w:val="16"/>
              </w:rPr>
              <w:t xml:space="preserve"> budou opařeny zámky s přípravou na centrální klíčový systém </w:t>
            </w:r>
            <w:r>
              <w:rPr>
                <w:sz w:val="16"/>
                <w:szCs w:val="16"/>
              </w:rPr>
              <w:t>nemocnice</w:t>
            </w: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BB2424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2200/2600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prosklená hliníková stěna s dveřmi 900/2000 – levé a pevným </w:t>
            </w:r>
            <w:proofErr w:type="spellStart"/>
            <w:proofErr w:type="gramStart"/>
            <w:r>
              <w:t>nadsvětlíkem,sklo</w:t>
            </w:r>
            <w:proofErr w:type="spellEnd"/>
            <w:proofErr w:type="gramEnd"/>
            <w:r>
              <w:t xml:space="preserve"> min ze 2/3,barva RAL 7040 šedá (variantně bílá),kování nerezové madlo z obou </w:t>
            </w:r>
            <w:proofErr w:type="spellStart"/>
            <w:r>
              <w:t>stran,samozavírač</w:t>
            </w:r>
            <w:proofErr w:type="spellEnd"/>
            <w:r>
              <w:t xml:space="preserve"> a válečkový </w:t>
            </w:r>
            <w:proofErr w:type="spellStart"/>
            <w:r>
              <w:t>zámek,uzamykatelné,příprava</w:t>
            </w:r>
            <w:proofErr w:type="spellEnd"/>
            <w:r>
              <w:t xml:space="preserve"> na centrální klíčový systém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BB2424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2650/2100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prosklená hliníková stěna s dveřmi 900/1970 – </w:t>
            </w:r>
            <w:proofErr w:type="spellStart"/>
            <w:proofErr w:type="gramStart"/>
            <w:r>
              <w:t>pravé,sklo</w:t>
            </w:r>
            <w:proofErr w:type="spellEnd"/>
            <w:proofErr w:type="gramEnd"/>
            <w:r>
              <w:t xml:space="preserve"> min ze 2/3,barva RAL 7040 šedá ,kování nerezové klika/klika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BB2424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1000/2000</w:t>
            </w:r>
            <w:r w:rsidR="00240146">
              <w:t>+ 600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Vnější hliníkové dveře prosklené min ze 2/</w:t>
            </w:r>
            <w:proofErr w:type="gramStart"/>
            <w:r>
              <w:t>3,</w:t>
            </w:r>
            <w:r w:rsidR="00240146">
              <w:t>pevný</w:t>
            </w:r>
            <w:proofErr w:type="gramEnd"/>
            <w:r w:rsidR="00240146">
              <w:t xml:space="preserve"> </w:t>
            </w:r>
            <w:proofErr w:type="spellStart"/>
            <w:r w:rsidR="00240146">
              <w:t>nadsvětlík,</w:t>
            </w:r>
            <w:r>
              <w:t>nerezové</w:t>
            </w:r>
            <w:proofErr w:type="spellEnd"/>
            <w:r>
              <w:t xml:space="preserve"> madlo z obou </w:t>
            </w:r>
            <w:proofErr w:type="spellStart"/>
            <w:r>
              <w:t>stran,samozavírač</w:t>
            </w:r>
            <w:proofErr w:type="spellEnd"/>
            <w:r>
              <w:t xml:space="preserve"> a válečkový </w:t>
            </w:r>
            <w:proofErr w:type="spellStart"/>
            <w:r>
              <w:t>zámek,příprava</w:t>
            </w:r>
            <w:proofErr w:type="spellEnd"/>
            <w:r>
              <w:t xml:space="preserve"> na univerzální klíč (klíčový systém nemocnice) barva bílá RAL 9010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 pravé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3639" w:type="dxa"/>
            <w:gridSpan w:val="2"/>
          </w:tcPr>
          <w:p w:rsidR="00A64B0B" w:rsidRPr="00A64B0B" w:rsidRDefault="00A64B0B" w:rsidP="00971C11">
            <w:pPr>
              <w:pStyle w:val="TableContents"/>
              <w:jc w:val="center"/>
              <w:rPr>
                <w:sz w:val="16"/>
                <w:szCs w:val="16"/>
              </w:rPr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A64B0B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D13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1100/1970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 xml:space="preserve">Vnitřní automatické dveře – jednokřídlé posuvné na </w:t>
            </w:r>
            <w:proofErr w:type="spellStart"/>
            <w:proofErr w:type="gramStart"/>
            <w:r>
              <w:t>stěnu,plné</w:t>
            </w:r>
            <w:proofErr w:type="spellEnd"/>
            <w:proofErr w:type="gramEnd"/>
            <w:r>
              <w:t xml:space="preserve"> hladké s HPL </w:t>
            </w:r>
            <w:proofErr w:type="spellStart"/>
            <w:r>
              <w:t>úpravou,barva</w:t>
            </w:r>
            <w:proofErr w:type="spellEnd"/>
            <w:r>
              <w:t xml:space="preserve"> RAL 7040 </w:t>
            </w:r>
            <w:proofErr w:type="spellStart"/>
            <w:r>
              <w:t>šedá,otevírání</w:t>
            </w:r>
            <w:proofErr w:type="spellEnd"/>
            <w:r>
              <w:t xml:space="preserve"> na čip/kód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  <w:r>
              <w:t>1 pravé</w:t>
            </w:r>
          </w:p>
          <w:p w:rsidR="00A64B0B" w:rsidRDefault="00A64B0B" w:rsidP="00971C11">
            <w:pPr>
              <w:pStyle w:val="TableContents"/>
              <w:jc w:val="center"/>
            </w:pPr>
            <w:r>
              <w:t>1 levé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A64B0B" w:rsidRDefault="00A64B0B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64B0B" w:rsidRDefault="00A64B0B" w:rsidP="00971C11">
            <w:pPr>
              <w:pStyle w:val="TableContents"/>
              <w:jc w:val="center"/>
            </w:pPr>
          </w:p>
        </w:tc>
      </w:tr>
      <w:tr w:rsidR="005E72F7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72F7" w:rsidRDefault="005E72F7" w:rsidP="00971C11">
            <w:pPr>
              <w:pStyle w:val="TableContents"/>
              <w:jc w:val="center"/>
            </w:pPr>
          </w:p>
        </w:tc>
      </w:tr>
      <w:tr w:rsidR="005E72F7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72F7" w:rsidRDefault="005E72F7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CC463E">
        <w:tc>
          <w:tcPr>
            <w:tcW w:w="113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CC463E">
        <w:tc>
          <w:tcPr>
            <w:tcW w:w="11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OK1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1000/1500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 xml:space="preserve">Nové plastové </w:t>
            </w:r>
            <w:proofErr w:type="spellStart"/>
            <w:proofErr w:type="gramStart"/>
            <w:r>
              <w:t>okno,v</w:t>
            </w:r>
            <w:proofErr w:type="spellEnd"/>
            <w:proofErr w:type="gramEnd"/>
            <w:r>
              <w:t xml:space="preserve"> členění dle stávajících </w:t>
            </w:r>
            <w:proofErr w:type="spellStart"/>
            <w:r>
              <w:t>oken,jednokřídlé,otevíravé</w:t>
            </w:r>
            <w:proofErr w:type="spellEnd"/>
            <w:r>
              <w:t xml:space="preserve"> a </w:t>
            </w:r>
            <w:proofErr w:type="spellStart"/>
            <w:r>
              <w:t>sklápěcí,barva</w:t>
            </w:r>
            <w:proofErr w:type="spellEnd"/>
            <w:r>
              <w:t xml:space="preserve"> bílá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extDirection w:val="btLr"/>
          </w:tcPr>
          <w:p w:rsidR="00CC463E" w:rsidRDefault="00CC463E" w:rsidP="00CC463E">
            <w:pPr>
              <w:pStyle w:val="TableContents"/>
              <w:ind w:left="113" w:right="113"/>
              <w:jc w:val="center"/>
            </w:pPr>
            <w:proofErr w:type="spellStart"/>
            <w:r>
              <w:t>Vnitř.parapet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melamin.bílá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deska,vnější</w:t>
            </w:r>
            <w:proofErr w:type="spellEnd"/>
            <w:r>
              <w:t xml:space="preserve"> </w:t>
            </w:r>
            <w:proofErr w:type="spellStart"/>
            <w:r>
              <w:t>pozink.plech,okna</w:t>
            </w:r>
            <w:proofErr w:type="spellEnd"/>
            <w:r>
              <w:t xml:space="preserve"> nová i stávající budou doplněna lamelovými horizontálními žaluziemi v barvě bílé (</w:t>
            </w:r>
            <w:proofErr w:type="spellStart"/>
            <w:r>
              <w:t>šedé,stříbrné</w:t>
            </w:r>
            <w:proofErr w:type="spellEnd"/>
            <w:r>
              <w:t xml:space="preserve">),dělení oken a otevírání dle oken </w:t>
            </w:r>
            <w:proofErr w:type="spellStart"/>
            <w:r>
              <w:t>stávajících,rozměry</w:t>
            </w:r>
            <w:proofErr w:type="spellEnd"/>
            <w:r>
              <w:t xml:space="preserve"> oken ověřit dle stávajících</w:t>
            </w:r>
          </w:p>
        </w:tc>
        <w:tc>
          <w:tcPr>
            <w:tcW w:w="3639" w:type="dxa"/>
            <w:gridSpan w:val="2"/>
            <w:tcBorders>
              <w:lef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7F62E0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OK2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1000/1300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 xml:space="preserve">Nové plastové </w:t>
            </w:r>
            <w:proofErr w:type="spellStart"/>
            <w:proofErr w:type="gramStart"/>
            <w:r>
              <w:t>okno,v</w:t>
            </w:r>
            <w:proofErr w:type="spellEnd"/>
            <w:proofErr w:type="gramEnd"/>
            <w:r>
              <w:t xml:space="preserve"> členění dle stávajících </w:t>
            </w:r>
            <w:proofErr w:type="spellStart"/>
            <w:r>
              <w:t>oken,jednokřídlé,otevíravé</w:t>
            </w:r>
            <w:proofErr w:type="spellEnd"/>
            <w:r>
              <w:t xml:space="preserve"> a </w:t>
            </w:r>
            <w:proofErr w:type="spellStart"/>
            <w:r>
              <w:t>sklápěcí,barva</w:t>
            </w:r>
            <w:proofErr w:type="spellEnd"/>
            <w:r>
              <w:t xml:space="preserve">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  <w:tcBorders>
              <w:lef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7F62E0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OK3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1000/1550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 xml:space="preserve">Nové plastové </w:t>
            </w:r>
            <w:proofErr w:type="spellStart"/>
            <w:proofErr w:type="gramStart"/>
            <w:r>
              <w:t>okno,v</w:t>
            </w:r>
            <w:proofErr w:type="spellEnd"/>
            <w:proofErr w:type="gramEnd"/>
            <w:r>
              <w:t xml:space="preserve"> členění dle stávajících </w:t>
            </w:r>
            <w:proofErr w:type="spellStart"/>
            <w:r>
              <w:t>oken,jednokřídlé,otevíravé</w:t>
            </w:r>
            <w:proofErr w:type="spellEnd"/>
            <w:r>
              <w:t xml:space="preserve"> a </w:t>
            </w:r>
            <w:proofErr w:type="spellStart"/>
            <w:r>
              <w:t>sklápěcí,barva</w:t>
            </w:r>
            <w:proofErr w:type="spellEnd"/>
            <w:r>
              <w:t xml:space="preserve">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</w:t>
            </w:r>
          </w:p>
          <w:p w:rsidR="00CC463E" w:rsidRDefault="00CC463E" w:rsidP="00971C11">
            <w:pPr>
              <w:pStyle w:val="TableContents"/>
              <w:jc w:val="center"/>
            </w:pPr>
          </w:p>
          <w:p w:rsidR="00CC463E" w:rsidRDefault="00CC463E" w:rsidP="00971C11">
            <w:pPr>
              <w:pStyle w:val="TableContents"/>
              <w:jc w:val="center"/>
            </w:pPr>
          </w:p>
          <w:p w:rsidR="00CC463E" w:rsidRDefault="00CC463E" w:rsidP="00971C11">
            <w:pPr>
              <w:pStyle w:val="TableContents"/>
              <w:jc w:val="center"/>
            </w:pPr>
          </w:p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  <w:tcBorders>
              <w:lef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7F62E0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OK4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1000/1550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 xml:space="preserve">Nové plastové </w:t>
            </w:r>
            <w:proofErr w:type="spellStart"/>
            <w:proofErr w:type="gramStart"/>
            <w:r>
              <w:t>okno,v</w:t>
            </w:r>
            <w:proofErr w:type="spellEnd"/>
            <w:proofErr w:type="gramEnd"/>
            <w:r>
              <w:t xml:space="preserve"> členění dle stávajících </w:t>
            </w:r>
            <w:proofErr w:type="spellStart"/>
            <w:r>
              <w:t>oken,jednokřídlé,otevíravé</w:t>
            </w:r>
            <w:proofErr w:type="spellEnd"/>
            <w:r>
              <w:t xml:space="preserve"> a </w:t>
            </w:r>
            <w:proofErr w:type="spellStart"/>
            <w:r>
              <w:t>sklápěcí,barva</w:t>
            </w:r>
            <w:proofErr w:type="spellEnd"/>
            <w:r>
              <w:t xml:space="preserve"> bílá</w:t>
            </w:r>
          </w:p>
          <w:p w:rsidR="00CC463E" w:rsidRDefault="00CC463E" w:rsidP="00971C11">
            <w:pPr>
              <w:pStyle w:val="TableContents"/>
              <w:jc w:val="center"/>
            </w:pPr>
            <w:r>
              <w:t>S požární odolností EI30DP1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  <w:tcBorders>
              <w:lef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CC463E" w:rsidTr="007F62E0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OK5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2300/1550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 xml:space="preserve">Nové plastové </w:t>
            </w:r>
            <w:proofErr w:type="spellStart"/>
            <w:proofErr w:type="gramStart"/>
            <w:r>
              <w:t>okno,v</w:t>
            </w:r>
            <w:proofErr w:type="spellEnd"/>
            <w:proofErr w:type="gramEnd"/>
            <w:r>
              <w:t xml:space="preserve"> členění dle stávajících </w:t>
            </w:r>
            <w:proofErr w:type="spellStart"/>
            <w:r>
              <w:t>oken,trojkřídlé,otevíravé</w:t>
            </w:r>
            <w:proofErr w:type="spellEnd"/>
            <w:r>
              <w:t xml:space="preserve"> a </w:t>
            </w:r>
            <w:proofErr w:type="spellStart"/>
            <w:r>
              <w:t>sklápěcí,barva</w:t>
            </w:r>
            <w:proofErr w:type="spellEnd"/>
            <w:r>
              <w:t xml:space="preserve">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463E" w:rsidRDefault="00CC463E" w:rsidP="00971C11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98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  <w:tcBorders>
              <w:left w:val="single" w:sz="2" w:space="0" w:color="000000"/>
            </w:tcBorders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CC463E" w:rsidRDefault="00CC463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C463E" w:rsidRDefault="00CC463E" w:rsidP="00971C11">
            <w:pPr>
              <w:pStyle w:val="TableContents"/>
              <w:jc w:val="center"/>
            </w:pPr>
          </w:p>
        </w:tc>
      </w:tr>
      <w:tr w:rsidR="00FB36E4" w:rsidTr="00FB36E4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Š.1,30 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Nová rampa do 1.NP </w:t>
            </w:r>
            <w:proofErr w:type="spellStart"/>
            <w:proofErr w:type="gramStart"/>
            <w:r>
              <w:t>přístavby,pozinkovaná</w:t>
            </w:r>
            <w:proofErr w:type="spellEnd"/>
            <w:proofErr w:type="gramEnd"/>
            <w:r>
              <w:t xml:space="preserve"> ocelová </w:t>
            </w:r>
            <w:proofErr w:type="spellStart"/>
            <w:r>
              <w:t>konstrukce,kotvení</w:t>
            </w:r>
            <w:proofErr w:type="spellEnd"/>
            <w:r>
              <w:t xml:space="preserve"> do základových </w:t>
            </w:r>
            <w:proofErr w:type="spellStart"/>
            <w:r>
              <w:t>patek,včetně</w:t>
            </w:r>
            <w:proofErr w:type="spellEnd"/>
            <w:r>
              <w:t xml:space="preserve"> </w:t>
            </w:r>
            <w:proofErr w:type="spellStart"/>
            <w:r>
              <w:t>zábradlí,dle</w:t>
            </w:r>
            <w:proofErr w:type="spellEnd"/>
            <w:r>
              <w:t xml:space="preserve"> výkresové dokumentace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FB36E4" w:rsidRDefault="00FB36E4" w:rsidP="00FB36E4">
            <w:pPr>
              <w:pStyle w:val="TableContents"/>
              <w:ind w:left="113" w:right="113"/>
              <w:jc w:val="center"/>
            </w:pPr>
            <w:r>
              <w:t>Zámečnické konstrukce</w:t>
            </w: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C9279F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Š.1,50 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Nové schodiště ke stávající </w:t>
            </w:r>
            <w:proofErr w:type="spellStart"/>
            <w:proofErr w:type="gramStart"/>
            <w:r>
              <w:t>rampě,včetně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zábradlí,pozinkovaná</w:t>
            </w:r>
            <w:proofErr w:type="spellEnd"/>
            <w:r>
              <w:t xml:space="preserve"> ocelová </w:t>
            </w:r>
            <w:proofErr w:type="spellStart"/>
            <w:r>
              <w:t>konstrukce,dle</w:t>
            </w:r>
            <w:proofErr w:type="spellEnd"/>
            <w:r>
              <w:t xml:space="preserve"> výkresové </w:t>
            </w:r>
            <w:proofErr w:type="spellStart"/>
            <w:r>
              <w:t>dokumenatce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C9279F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dl.8,10 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Žebřík na střechu přístavby s ochranným košem - 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1819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1820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C9279F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Rámy pod jednotky VZT a střeše </w:t>
            </w:r>
            <w:proofErr w:type="spellStart"/>
            <w:proofErr w:type="gramStart"/>
            <w:r>
              <w:t>přístavby,pozinovaná</w:t>
            </w:r>
            <w:proofErr w:type="spellEnd"/>
            <w:proofErr w:type="gramEnd"/>
            <w:r>
              <w:t xml:space="preserve"> ocel</w:t>
            </w:r>
          </w:p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proofErr w:type="spellStart"/>
            <w:r>
              <w:t>Jäkl</w:t>
            </w:r>
            <w:proofErr w:type="spellEnd"/>
            <w:r>
              <w:t xml:space="preserve"> 60/40 mm 30 m</w:t>
            </w:r>
          </w:p>
          <w:p w:rsidR="00FB36E4" w:rsidRDefault="00FB36E4" w:rsidP="00971C11">
            <w:pPr>
              <w:pStyle w:val="TableContents"/>
              <w:jc w:val="center"/>
            </w:pPr>
            <w:proofErr w:type="spellStart"/>
            <w:r>
              <w:t>Jäkl</w:t>
            </w:r>
            <w:proofErr w:type="spellEnd"/>
            <w:r>
              <w:t xml:space="preserve"> 40/40 mm 3 m</w:t>
            </w: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C9279F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305/305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Podstavné nohy pod rámy na střeše </w:t>
            </w:r>
            <w:proofErr w:type="spellStart"/>
            <w:proofErr w:type="gramStart"/>
            <w:r>
              <w:t>přístavby,recyklovaná</w:t>
            </w:r>
            <w:proofErr w:type="spellEnd"/>
            <w:proofErr w:type="gramEnd"/>
            <w:r>
              <w:t xml:space="preserve"> pryž pro kotvení podstav 40/40</w:t>
            </w:r>
          </w:p>
          <w:p w:rsidR="00FB36E4" w:rsidRDefault="00FB36E4" w:rsidP="00971C11">
            <w:pPr>
              <w:pStyle w:val="TableContents"/>
              <w:jc w:val="center"/>
            </w:pPr>
          </w:p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12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Podstavy s antivibrační podložkou nebo podstavec z recyklované </w:t>
            </w:r>
            <w:proofErr w:type="spellStart"/>
            <w:proofErr w:type="gramStart"/>
            <w:r>
              <w:t>pryže,včetně</w:t>
            </w:r>
            <w:proofErr w:type="spellEnd"/>
            <w:proofErr w:type="gramEnd"/>
            <w:r>
              <w:t xml:space="preserve"> fixační sady – závitová tyč + matky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12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917C45" w:rsidTr="001A39BA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17C45" w:rsidRDefault="00917C45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KL1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17C45" w:rsidRDefault="00917C45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17C45" w:rsidRDefault="00917C45" w:rsidP="00971C11">
            <w:pPr>
              <w:pStyle w:val="TableContents"/>
              <w:jc w:val="center"/>
            </w:pPr>
            <w:r>
              <w:rPr>
                <w:kern w:val="0"/>
              </w:rPr>
              <w:t xml:space="preserve">VZT potrubí dle výkresové dokumentace – odvětrání </w:t>
            </w:r>
            <w:proofErr w:type="spellStart"/>
            <w:r>
              <w:rPr>
                <w:kern w:val="0"/>
              </w:rPr>
              <w:t>wc</w:t>
            </w:r>
            <w:proofErr w:type="spellEnd"/>
            <w:r>
              <w:rPr>
                <w:kern w:val="0"/>
              </w:rPr>
              <w:t xml:space="preserve"> </w:t>
            </w:r>
            <w:proofErr w:type="spellStart"/>
            <w:r>
              <w:rPr>
                <w:kern w:val="0"/>
              </w:rPr>
              <w:t>JIPky</w:t>
            </w:r>
            <w:proofErr w:type="spellEnd"/>
            <w:r>
              <w:rPr>
                <w:kern w:val="0"/>
              </w:rPr>
              <w:t xml:space="preserve"> nad střechu v místě původního </w:t>
            </w:r>
            <w:proofErr w:type="spellStart"/>
            <w:proofErr w:type="gramStart"/>
            <w:r>
              <w:rPr>
                <w:kern w:val="0"/>
              </w:rPr>
              <w:t>okna,pozinkovaný</w:t>
            </w:r>
            <w:proofErr w:type="spellEnd"/>
            <w:proofErr w:type="gramEnd"/>
            <w:r>
              <w:rPr>
                <w:kern w:val="0"/>
              </w:rP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17C45" w:rsidRDefault="00917C45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98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7C45" w:rsidRDefault="00917C45" w:rsidP="00971C11">
            <w:pPr>
              <w:pStyle w:val="TableContents"/>
              <w:jc w:val="center"/>
            </w:pPr>
            <w:r>
              <w:t>1245 x 300 0,80 m</w:t>
            </w:r>
          </w:p>
          <w:p w:rsidR="00917C45" w:rsidRDefault="00917C45" w:rsidP="00971C11">
            <w:pPr>
              <w:pStyle w:val="TableContents"/>
              <w:jc w:val="center"/>
            </w:pPr>
            <w:r>
              <w:t>1245 x 200 2,50 m</w:t>
            </w:r>
          </w:p>
          <w:p w:rsidR="00917C45" w:rsidRDefault="00917C45" w:rsidP="00971C11">
            <w:pPr>
              <w:pStyle w:val="TableContents"/>
              <w:jc w:val="center"/>
            </w:pPr>
            <w:r>
              <w:t>+ větrací mřížka do potrubí 1245/300</w:t>
            </w:r>
          </w:p>
        </w:tc>
        <w:tc>
          <w:tcPr>
            <w:tcW w:w="3639" w:type="dxa"/>
            <w:gridSpan w:val="2"/>
          </w:tcPr>
          <w:p w:rsidR="00917C45" w:rsidRDefault="00917C45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917C45" w:rsidRDefault="00917C45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17C45" w:rsidRDefault="00917C45" w:rsidP="00971C11">
            <w:pPr>
              <w:pStyle w:val="TableContents"/>
              <w:jc w:val="center"/>
            </w:pPr>
          </w:p>
        </w:tc>
      </w:tr>
      <w:tr w:rsidR="00FB36E4" w:rsidTr="00FB36E4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pro atiku </w:t>
            </w:r>
          </w:p>
          <w:p w:rsidR="00FB36E4" w:rsidRDefault="00FB36E4" w:rsidP="00971C11">
            <w:pPr>
              <w:pStyle w:val="TableContents"/>
              <w:jc w:val="center"/>
            </w:pPr>
            <w:r>
              <w:t>š.320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Oplechování atiky střechy </w:t>
            </w:r>
            <w:proofErr w:type="spellStart"/>
            <w:proofErr w:type="gramStart"/>
            <w:r>
              <w:t>přístavby,pozinkovaný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41,3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FB36E4" w:rsidRDefault="00FB36E4" w:rsidP="00FB36E4">
            <w:pPr>
              <w:pStyle w:val="TableContents"/>
              <w:ind w:left="113" w:right="113"/>
              <w:jc w:val="center"/>
            </w:pPr>
            <w:r>
              <w:t>Klempířské konstrukce – pozinkovaný ocelový plech</w:t>
            </w: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RŠ 330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Lemování střechy u stávajícího štítu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16,6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pro římsu </w:t>
            </w:r>
          </w:p>
          <w:p w:rsidR="00FB36E4" w:rsidRDefault="00FB36E4" w:rsidP="00971C11">
            <w:pPr>
              <w:pStyle w:val="TableContents"/>
              <w:jc w:val="center"/>
            </w:pPr>
            <w:r>
              <w:t>š.350 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Oplechování římsy </w:t>
            </w:r>
            <w:proofErr w:type="spellStart"/>
            <w:proofErr w:type="gramStart"/>
            <w:r>
              <w:t>přístavby,pozinkovaný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16,6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150/150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proofErr w:type="spellStart"/>
            <w:r>
              <w:t>Zaatikový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žlab,pozinkovaný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21,8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DN 100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Okapový </w:t>
            </w:r>
            <w:proofErr w:type="spellStart"/>
            <w:proofErr w:type="gramStart"/>
            <w:r>
              <w:t>svod,pozinkovaný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5,8 m 1 ks</w:t>
            </w:r>
          </w:p>
          <w:p w:rsidR="00FB36E4" w:rsidRDefault="00FB36E4" w:rsidP="00971C11">
            <w:pPr>
              <w:pStyle w:val="TableContents"/>
              <w:jc w:val="center"/>
            </w:pPr>
            <w:r>
              <w:t>7,20 m 1 ks</w:t>
            </w: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Žlabový kotlík přisazený k fasádě</w:t>
            </w:r>
          </w:p>
          <w:p w:rsidR="00FB36E4" w:rsidRDefault="00FB36E4" w:rsidP="00971C11">
            <w:pPr>
              <w:pStyle w:val="TableContents"/>
              <w:jc w:val="center"/>
            </w:pPr>
            <w:r>
              <w:t>pozinkovaný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2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DN 100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Okapový </w:t>
            </w:r>
            <w:proofErr w:type="spellStart"/>
            <w:proofErr w:type="gramStart"/>
            <w:r>
              <w:t>žlab,pozinkovaný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3,60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DN 80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Okapový </w:t>
            </w:r>
            <w:proofErr w:type="spellStart"/>
            <w:proofErr w:type="gramStart"/>
            <w:r>
              <w:t>svod,pozinkovaný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2,65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9C44E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Žlabový kotlík 100/</w:t>
            </w:r>
            <w:proofErr w:type="gramStart"/>
            <w:r>
              <w:t>80,pozinkovaný</w:t>
            </w:r>
            <w:proofErr w:type="gramEnd"/>
            <w:r>
              <w:t xml:space="preserve"> plech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1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FB36E4" w:rsidTr="008C78CD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KL11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 xml:space="preserve">Oplechování venkovních okenních </w:t>
            </w:r>
            <w:proofErr w:type="spellStart"/>
            <w:proofErr w:type="gramStart"/>
            <w:r>
              <w:t>parapetů,pozinkovaný</w:t>
            </w:r>
            <w:proofErr w:type="spellEnd"/>
            <w:proofErr w:type="gramEnd"/>
            <w:r>
              <w:t xml:space="preserve"> plech</w:t>
            </w:r>
          </w:p>
        </w:tc>
        <w:tc>
          <w:tcPr>
            <w:tcW w:w="241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  <w:r>
              <w:t>Pro okno š.1000 16 ks</w:t>
            </w:r>
          </w:p>
          <w:p w:rsidR="00FB36E4" w:rsidRDefault="00FB36E4" w:rsidP="00971C11">
            <w:pPr>
              <w:pStyle w:val="TableContents"/>
              <w:jc w:val="center"/>
            </w:pPr>
            <w:r>
              <w:t>Pro okno š.2300 6 ks</w:t>
            </w: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FB36E4" w:rsidRDefault="00FB36E4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6E4" w:rsidRDefault="00FB36E4" w:rsidP="00971C11">
            <w:pPr>
              <w:pStyle w:val="TableContents"/>
              <w:jc w:val="center"/>
            </w:pPr>
          </w:p>
        </w:tc>
      </w:tr>
      <w:tr w:rsidR="007B1B11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B1B11" w:rsidRDefault="007B1B11" w:rsidP="00971C11">
            <w:pPr>
              <w:pStyle w:val="TableContents"/>
              <w:jc w:val="center"/>
            </w:pPr>
          </w:p>
        </w:tc>
      </w:tr>
      <w:tr w:rsidR="007B1B11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7B1B11" w:rsidRDefault="007B1B11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B1B11" w:rsidRDefault="007B1B11" w:rsidP="00971C11">
            <w:pPr>
              <w:pStyle w:val="TableContents"/>
              <w:jc w:val="center"/>
            </w:pPr>
          </w:p>
        </w:tc>
      </w:tr>
      <w:tr w:rsidR="00E74CFC" w:rsidTr="00E74CF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600/1200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Snímatelná čistící rohož do nerezového rámu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3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E74CFC" w:rsidRDefault="00E74CFC" w:rsidP="00E74CFC">
            <w:pPr>
              <w:pStyle w:val="TableContents"/>
              <w:ind w:left="113" w:right="113"/>
              <w:jc w:val="center"/>
            </w:pPr>
            <w:r>
              <w:t>Vybavení objektu</w:t>
            </w: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Š.220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Plastový pás na stěnu – chránič </w:t>
            </w:r>
            <w:proofErr w:type="spellStart"/>
            <w:proofErr w:type="gramStart"/>
            <w:r>
              <w:t>zdi,barva</w:t>
            </w:r>
            <w:proofErr w:type="spellEnd"/>
            <w:proofErr w:type="gramEnd"/>
            <w:r>
              <w:t xml:space="preserve"> šedá 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14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300/100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Plastová větrací mřížka do </w:t>
            </w:r>
            <w:proofErr w:type="spellStart"/>
            <w:proofErr w:type="gramStart"/>
            <w:r>
              <w:t>dveří,bílá</w:t>
            </w:r>
            <w:proofErr w:type="spellEnd"/>
            <w:proofErr w:type="gramEnd"/>
            <w:r>
              <w:t>/šedá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22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150/150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Plastová větrací mřížka do šachty </w:t>
            </w:r>
            <w:proofErr w:type="spellStart"/>
            <w:proofErr w:type="gramStart"/>
            <w:r>
              <w:t>tech.plynů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4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300/500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Dvířka do šachy technických plynů </w:t>
            </w:r>
          </w:p>
          <w:p w:rsidR="00E74CFC" w:rsidRDefault="00E74CFC" w:rsidP="00971C11">
            <w:pPr>
              <w:pStyle w:val="TableContents"/>
              <w:jc w:val="center"/>
            </w:pPr>
            <w:r>
              <w:t>Plastová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2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Š.250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Vnitřní parapetní melaminová </w:t>
            </w:r>
            <w:proofErr w:type="spellStart"/>
            <w:proofErr w:type="gramStart"/>
            <w:r>
              <w:t>deska,barva</w:t>
            </w:r>
            <w:proofErr w:type="spellEnd"/>
            <w:proofErr w:type="gramEnd"/>
            <w:r>
              <w:t xml:space="preserve">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30 m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6F3A2B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Ruční hasící přístroj práškový 21A </w:t>
            </w:r>
            <w:proofErr w:type="spellStart"/>
            <w:proofErr w:type="gramStart"/>
            <w:r>
              <w:t>vč.držáku</w:t>
            </w:r>
            <w:proofErr w:type="spellEnd"/>
            <w:proofErr w:type="gramEnd"/>
            <w:r>
              <w:t xml:space="preserve"> na stěnu 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6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600/800 mm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Zrcadlo se zabroušenou hranou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14 ks</w:t>
            </w:r>
          </w:p>
          <w:p w:rsidR="00E74CFC" w:rsidRDefault="00E74CFC" w:rsidP="00971C11">
            <w:pPr>
              <w:pStyle w:val="TableContents"/>
              <w:jc w:val="center"/>
            </w:pPr>
          </w:p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E74CFC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V9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Zásobník na tekuté mýdlo/desinfekční </w:t>
            </w:r>
            <w:proofErr w:type="spellStart"/>
            <w:proofErr w:type="gramStart"/>
            <w:r>
              <w:t>prostředek,nerez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24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textDirection w:val="btLr"/>
            <w:vAlign w:val="center"/>
          </w:tcPr>
          <w:p w:rsidR="00E74CFC" w:rsidRDefault="00E74CFC" w:rsidP="00E74CFC">
            <w:pPr>
              <w:pStyle w:val="TableContents"/>
              <w:ind w:left="113" w:right="113"/>
              <w:jc w:val="center"/>
            </w:pPr>
            <w:r>
              <w:t>Vybavení objektu</w:t>
            </w: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E6866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Zásobník na papírové </w:t>
            </w:r>
            <w:proofErr w:type="spellStart"/>
            <w:proofErr w:type="gramStart"/>
            <w:r>
              <w:t>ručníky,nerez</w:t>
            </w:r>
            <w:proofErr w:type="gramEnd"/>
            <w:r>
              <w:t>,uzamykatelný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24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E6866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Odpadkový koš </w:t>
            </w:r>
            <w:proofErr w:type="spellStart"/>
            <w:proofErr w:type="gramStart"/>
            <w:r>
              <w:t>nášlapný,nerez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24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E6866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WC štětka </w:t>
            </w:r>
            <w:proofErr w:type="spellStart"/>
            <w:proofErr w:type="gramStart"/>
            <w:r>
              <w:t>vč.držáku</w:t>
            </w:r>
            <w:proofErr w:type="spellEnd"/>
            <w:proofErr w:type="gramEnd"/>
            <w:r>
              <w:t xml:space="preserve"> na </w:t>
            </w:r>
            <w:proofErr w:type="spellStart"/>
            <w:r>
              <w:t>stěnu,nerez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7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E6866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Zásobník toaletního </w:t>
            </w:r>
            <w:proofErr w:type="spellStart"/>
            <w:proofErr w:type="gramStart"/>
            <w:r>
              <w:t>papíru,nerez</w:t>
            </w:r>
            <w:proofErr w:type="gramEnd"/>
            <w:r>
              <w:t>,uzamykatelný</w:t>
            </w:r>
            <w:proofErr w:type="spell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7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E6866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Věšák se 2 </w:t>
            </w:r>
            <w:proofErr w:type="spellStart"/>
            <w:proofErr w:type="gramStart"/>
            <w:r>
              <w:t>háčky,nerez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11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 xml:space="preserve">Šatní skříně </w:t>
            </w:r>
            <w:proofErr w:type="spellStart"/>
            <w:proofErr w:type="gramStart"/>
            <w:r>
              <w:t>kovové,s</w:t>
            </w:r>
            <w:proofErr w:type="spellEnd"/>
            <w:proofErr w:type="gramEnd"/>
            <w:r>
              <w:t xml:space="preserve"> povrchovou úpravou v kombinaci RAL 7040 a RAL 9010,uzamykatelné,2dvéřové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8 ks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4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E74CFC" w:rsidTr="002A0260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971C11">
            <w:pPr>
              <w:pStyle w:val="TableContents"/>
              <w:jc w:val="center"/>
            </w:pPr>
            <w:r>
              <w:t>Lamelové žaluzie horizontální,</w:t>
            </w:r>
          </w:p>
          <w:p w:rsidR="00E74CFC" w:rsidRDefault="00E74CFC" w:rsidP="00971C11">
            <w:pPr>
              <w:pStyle w:val="TableContents"/>
              <w:jc w:val="center"/>
            </w:pPr>
            <w:r>
              <w:t>v barvě bílé (</w:t>
            </w:r>
            <w:proofErr w:type="spellStart"/>
            <w:proofErr w:type="gramStart"/>
            <w:r>
              <w:t>šedá,stříbrná</w:t>
            </w:r>
            <w:proofErr w:type="spellEnd"/>
            <w:proofErr w:type="gramEnd"/>
            <w:r>
              <w:t>)</w:t>
            </w:r>
          </w:p>
        </w:tc>
        <w:tc>
          <w:tcPr>
            <w:tcW w:w="283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74CFC" w:rsidRDefault="00E74CFC" w:rsidP="00E74CFC">
            <w:pPr>
              <w:pStyle w:val="TableContents"/>
              <w:rPr>
                <w:sz w:val="22"/>
                <w:szCs w:val="22"/>
              </w:rPr>
            </w:pPr>
            <w:r w:rsidRPr="00E74CFC">
              <w:rPr>
                <w:sz w:val="22"/>
                <w:szCs w:val="22"/>
              </w:rPr>
              <w:t xml:space="preserve">pro </w:t>
            </w:r>
            <w:proofErr w:type="spellStart"/>
            <w:proofErr w:type="gramStart"/>
            <w:r w:rsidRPr="00E74CFC">
              <w:rPr>
                <w:sz w:val="22"/>
                <w:szCs w:val="22"/>
              </w:rPr>
              <w:t>stáv.okna</w:t>
            </w:r>
            <w:proofErr w:type="spellEnd"/>
            <w:proofErr w:type="gramEnd"/>
            <w:r w:rsidRPr="00E74CFC">
              <w:rPr>
                <w:sz w:val="22"/>
                <w:szCs w:val="22"/>
              </w:rPr>
              <w:t xml:space="preserve"> 800/1500 16 ks</w:t>
            </w:r>
          </w:p>
          <w:p w:rsidR="00E74CFC" w:rsidRDefault="00E74CFC" w:rsidP="00E74CF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 okna 1000/1500 13 ks</w:t>
            </w:r>
          </w:p>
          <w:p w:rsidR="00E74CFC" w:rsidRDefault="00E74CFC" w:rsidP="00E74CF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 okna 1000/1300 1 ks</w:t>
            </w:r>
          </w:p>
          <w:p w:rsidR="00E74CFC" w:rsidRDefault="00E74CFC" w:rsidP="00E74CF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 okna 1000/1550 2 ks</w:t>
            </w:r>
          </w:p>
          <w:p w:rsidR="00E74CFC" w:rsidRPr="00E74CFC" w:rsidRDefault="00E74CFC" w:rsidP="00E74CF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 okna 2300/1550 6 ks</w:t>
            </w:r>
          </w:p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E74CFC" w:rsidRDefault="00E74CFC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74CFC" w:rsidRDefault="00E74CFC" w:rsidP="00971C11">
            <w:pPr>
              <w:pStyle w:val="TableContents"/>
              <w:jc w:val="center"/>
            </w:pPr>
          </w:p>
        </w:tc>
      </w:tr>
      <w:tr w:rsidR="00597CE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D62784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V17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A9525A" w:rsidP="00971C11">
            <w:pPr>
              <w:pStyle w:val="TableContents"/>
              <w:jc w:val="center"/>
            </w:pPr>
            <w:r>
              <w:t>100/100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A9525A" w:rsidP="00971C11">
            <w:pPr>
              <w:pStyle w:val="TableContents"/>
              <w:jc w:val="center"/>
            </w:pPr>
            <w:r>
              <w:t xml:space="preserve">Plastová větrací mřížka – vsazená do </w:t>
            </w:r>
            <w:proofErr w:type="spellStart"/>
            <w:r>
              <w:t>fasády,barva</w:t>
            </w:r>
            <w:proofErr w:type="spellEnd"/>
            <w:r>
              <w:t xml:space="preserve"> bílá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A9525A" w:rsidP="00971C11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7CEE" w:rsidRDefault="00597CEE" w:rsidP="00971C11">
            <w:pPr>
              <w:pStyle w:val="TableContents"/>
              <w:jc w:val="center"/>
            </w:pPr>
          </w:p>
        </w:tc>
      </w:tr>
      <w:tr w:rsidR="00597CE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7CEE" w:rsidRDefault="00597CEE" w:rsidP="00971C11">
            <w:pPr>
              <w:pStyle w:val="TableContents"/>
              <w:jc w:val="center"/>
            </w:pPr>
          </w:p>
        </w:tc>
      </w:tr>
      <w:tr w:rsidR="00597CE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7CEE" w:rsidRDefault="00597CEE" w:rsidP="00971C11">
            <w:pPr>
              <w:pStyle w:val="TableContents"/>
              <w:jc w:val="center"/>
            </w:pPr>
          </w:p>
        </w:tc>
      </w:tr>
      <w:tr w:rsidR="00597CEE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97CEE" w:rsidRDefault="00597CEE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97CEE" w:rsidRDefault="00597CEE" w:rsidP="00971C11">
            <w:pPr>
              <w:pStyle w:val="TableContents"/>
              <w:jc w:val="center"/>
            </w:pPr>
          </w:p>
        </w:tc>
      </w:tr>
      <w:tr w:rsidR="005E72F7" w:rsidTr="00373B65"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3639" w:type="dxa"/>
            <w:gridSpan w:val="2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</w:tcPr>
          <w:p w:rsidR="005E72F7" w:rsidRDefault="005E72F7" w:rsidP="00971C11">
            <w:pPr>
              <w:pStyle w:val="TableContents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72F7" w:rsidRDefault="005E72F7" w:rsidP="00971C11">
            <w:pPr>
              <w:pStyle w:val="TableContents"/>
              <w:jc w:val="center"/>
            </w:pPr>
          </w:p>
        </w:tc>
      </w:tr>
    </w:tbl>
    <w:p w:rsidR="00F728B0" w:rsidRDefault="00F728B0"/>
    <w:sectPr w:rsidR="00F72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doNotExpandShiftReturn/>
    <w:suppressBottomSpacing/>
    <w:suppressTop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B5"/>
    <w:rsid w:val="001A5AB5"/>
    <w:rsid w:val="001E55A7"/>
    <w:rsid w:val="00240146"/>
    <w:rsid w:val="002953E0"/>
    <w:rsid w:val="002A3ECF"/>
    <w:rsid w:val="002F09AE"/>
    <w:rsid w:val="00373B65"/>
    <w:rsid w:val="00432C89"/>
    <w:rsid w:val="00597CEE"/>
    <w:rsid w:val="005C484B"/>
    <w:rsid w:val="005E72F7"/>
    <w:rsid w:val="007B1B11"/>
    <w:rsid w:val="00917C45"/>
    <w:rsid w:val="00A64B0B"/>
    <w:rsid w:val="00A9525A"/>
    <w:rsid w:val="00B11096"/>
    <w:rsid w:val="00C67904"/>
    <w:rsid w:val="00CC463E"/>
    <w:rsid w:val="00CD3C51"/>
    <w:rsid w:val="00D62784"/>
    <w:rsid w:val="00D72CBC"/>
    <w:rsid w:val="00DD2994"/>
    <w:rsid w:val="00DF58F8"/>
    <w:rsid w:val="00E74CFC"/>
    <w:rsid w:val="00E94B99"/>
    <w:rsid w:val="00F728B0"/>
    <w:rsid w:val="00F969FB"/>
    <w:rsid w:val="00F971AB"/>
    <w:rsid w:val="00FB36E4"/>
    <w:rsid w:val="00F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59A6"/>
  <w15:chartTrackingRefBased/>
  <w15:docId w15:val="{7E346CD9-CA1B-485B-9A0D-F8004463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5A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Contents">
    <w:name w:val="Table Contents"/>
    <w:basedOn w:val="Normln"/>
    <w:rsid w:val="001A5AB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278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2784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</Pages>
  <Words>972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Tolarová</dc:creator>
  <cp:keywords/>
  <dc:description/>
  <cp:lastModifiedBy>Radka Tolarová</cp:lastModifiedBy>
  <cp:revision>5</cp:revision>
  <cp:lastPrinted>2018-12-05T10:52:00Z</cp:lastPrinted>
  <dcterms:created xsi:type="dcterms:W3CDTF">2018-12-04T10:03:00Z</dcterms:created>
  <dcterms:modified xsi:type="dcterms:W3CDTF">2019-01-28T11:11:00Z</dcterms:modified>
</cp:coreProperties>
</file>