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3E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C21680">
        <w:t>4</w:t>
      </w:r>
      <w:r w:rsidR="00CE103E" w:rsidRPr="00A1628A">
        <w:t xml:space="preserve"> Zadávací dokumentace</w:t>
      </w:r>
      <w:r w:rsidR="007F36AA" w:rsidRPr="00A1628A">
        <w:t>:</w:t>
      </w:r>
    </w:p>
    <w:p w:rsidR="00F5183C" w:rsidRPr="00A1628A" w:rsidRDefault="00204648" w:rsidP="00F6063D">
      <w:pPr>
        <w:pStyle w:val="NadpisVZ1"/>
        <w:numPr>
          <w:ilvl w:val="0"/>
          <w:numId w:val="0"/>
        </w:numPr>
      </w:pPr>
      <w:r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D144C3" w:rsidRPr="009C6679" w:rsidTr="0043363F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D144C3" w:rsidRPr="009C6679" w:rsidRDefault="00D144C3" w:rsidP="0043363F">
            <w:pPr>
              <w:rPr>
                <w:rFonts w:cs="Arial"/>
                <w:b/>
                <w:bCs/>
                <w:caps/>
                <w:sz w:val="20"/>
              </w:rPr>
            </w:pPr>
            <w:bookmarkStart w:id="2" w:name="_GoBack"/>
            <w:bookmarkEnd w:id="2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Pr="00D144C3">
              <w:rPr>
                <w:rFonts w:cs="Arial"/>
                <w:b/>
                <w:sz w:val="20"/>
              </w:rPr>
              <w:t>Modernizace návazné péče – Klatovská nemocnice, a.s.</w:t>
            </w:r>
          </w:p>
        </w:tc>
      </w:tr>
      <w:tr w:rsidR="00D144C3" w:rsidRPr="00E70A65" w:rsidTr="0043363F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4C3" w:rsidRDefault="00D144C3" w:rsidP="0043363F">
            <w:pPr>
              <w:rPr>
                <w:rFonts w:cs="Arial"/>
                <w:color w:val="000000"/>
                <w:sz w:val="20"/>
              </w:rPr>
            </w:pPr>
            <w:r w:rsidRPr="00D144C3">
              <w:rPr>
                <w:rFonts w:cs="Arial"/>
                <w:bCs/>
                <w:color w:val="010000"/>
                <w:sz w:val="20"/>
              </w:rPr>
              <w:t>Nadlimitní veřejná zakázka na dodávky zadávaná v otevřeném řízení podle § 56 zákona č. 134/2016 Sb., o zadávání veřejných zakázkách, ve znění pozdějších předpisů</w:t>
            </w:r>
            <w:r>
              <w:rPr>
                <w:rFonts w:cs="Arial"/>
                <w:bCs/>
                <w:color w:val="010000"/>
                <w:sz w:val="20"/>
              </w:rPr>
              <w:t xml:space="preserve"> (dále jen „</w:t>
            </w:r>
            <w:proofErr w:type="spellStart"/>
            <w:r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  <w:tr w:rsidR="00D144C3" w:rsidRPr="00E70A65" w:rsidTr="0043363F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4C3" w:rsidRPr="00652B56" w:rsidRDefault="00D144C3" w:rsidP="0043363F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D144C3" w:rsidRDefault="00D144C3" w:rsidP="00D144C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D144C3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475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511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D144C3" w:rsidRDefault="00D144C3" w:rsidP="00D144C3">
      <w:pPr>
        <w:rPr>
          <w:rFonts w:cs="Arial"/>
          <w:b/>
          <w:sz w:val="20"/>
        </w:rPr>
      </w:pPr>
    </w:p>
    <w:p w:rsidR="00D144C3" w:rsidRDefault="00D144C3" w:rsidP="00D144C3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zadávacího řízení </w:t>
      </w:r>
      <w:r w:rsidRPr="00A1628A">
        <w:rPr>
          <w:rFonts w:cs="Arial"/>
          <w:sz w:val="20"/>
        </w:rPr>
        <w:t xml:space="preserve">jako dodavatel předmětné veřejné zakázky </w:t>
      </w:r>
      <w:r w:rsidRPr="00B32A01">
        <w:rPr>
          <w:rFonts w:cs="Arial"/>
          <w:b/>
          <w:sz w:val="20"/>
        </w:rPr>
        <w:t>předkládá</w:t>
      </w:r>
      <w:r w:rsidRPr="00B32A01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v souladu s čl. 15.3 zadávací dokumentace </w:t>
      </w:r>
      <w:r w:rsidRPr="00B32A01">
        <w:rPr>
          <w:rFonts w:cs="Arial"/>
          <w:sz w:val="20"/>
        </w:rPr>
        <w:t>v rámci realizace této veřejné zakázky</w:t>
      </w:r>
      <w:r>
        <w:rPr>
          <w:rFonts w:cs="Arial"/>
          <w:sz w:val="20"/>
        </w:rPr>
        <w:t xml:space="preserve">, resp. jejich částí, </w:t>
      </w:r>
      <w:r w:rsidRPr="00B32A01">
        <w:rPr>
          <w:rFonts w:cs="Arial"/>
          <w:sz w:val="20"/>
        </w:rPr>
        <w:t xml:space="preserve">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D144C3" w:rsidRDefault="00D144C3" w:rsidP="00D144C3">
      <w:pPr>
        <w:spacing w:after="120"/>
        <w:jc w:val="both"/>
        <w:rPr>
          <w:rFonts w:eastAsia="Calibri" w:cs="Arial"/>
          <w:b/>
          <w:color w:val="000000"/>
          <w:sz w:val="20"/>
        </w:rPr>
      </w:pPr>
    </w:p>
    <w:p w:rsidR="00D144C3" w:rsidRPr="00A1628A" w:rsidRDefault="00D144C3" w:rsidP="00D144C3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............</w:t>
      </w:r>
      <w:r w:rsidRPr="00D144C3">
        <w:rPr>
          <w:rFonts w:cs="Arial"/>
          <w:b/>
          <w:color w:val="FF0000"/>
          <w:sz w:val="20"/>
        </w:rPr>
        <w:t xml:space="preserve"> </w:t>
      </w:r>
      <w:r w:rsidRPr="00A32C78">
        <w:rPr>
          <w:rFonts w:cs="Arial"/>
          <w:b/>
          <w:color w:val="FF0000"/>
          <w:sz w:val="20"/>
        </w:rPr>
        <w:t xml:space="preserve">DOPLNÍ </w:t>
      </w:r>
      <w:r>
        <w:rPr>
          <w:rFonts w:cs="Arial"/>
          <w:b/>
          <w:color w:val="FF0000"/>
          <w:sz w:val="20"/>
        </w:rPr>
        <w:t>DODAVATEL</w:t>
      </w:r>
      <w:r>
        <w:rPr>
          <w:rFonts w:eastAsia="Calibri" w:cs="Arial"/>
          <w:b/>
          <w:color w:val="000000"/>
          <w:sz w:val="20"/>
        </w:rPr>
        <w:t xml:space="preserve">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D144C3" w:rsidRPr="00B32A01" w:rsidTr="0043363F">
        <w:trPr>
          <w:trHeight w:val="204"/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D144C3" w:rsidRPr="00AF1A45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Pr="00A1628A" w:rsidRDefault="00D144C3" w:rsidP="00D144C3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............</w:t>
      </w:r>
      <w:r w:rsidRPr="00D144C3">
        <w:rPr>
          <w:rFonts w:cs="Arial"/>
          <w:b/>
          <w:color w:val="FF0000"/>
          <w:sz w:val="20"/>
        </w:rPr>
        <w:t xml:space="preserve"> </w:t>
      </w:r>
      <w:r w:rsidRPr="00A32C78">
        <w:rPr>
          <w:rFonts w:cs="Arial"/>
          <w:b/>
          <w:color w:val="FF0000"/>
          <w:sz w:val="20"/>
        </w:rPr>
        <w:t xml:space="preserve">DOPLNÍ </w:t>
      </w:r>
      <w:r>
        <w:rPr>
          <w:rFonts w:cs="Arial"/>
          <w:b/>
          <w:color w:val="FF0000"/>
          <w:sz w:val="20"/>
        </w:rPr>
        <w:t>DODAVATEL</w:t>
      </w:r>
      <w:r>
        <w:rPr>
          <w:rFonts w:eastAsia="Calibri" w:cs="Arial"/>
          <w:b/>
          <w:color w:val="000000"/>
          <w:sz w:val="20"/>
        </w:rPr>
        <w:t xml:space="preserve">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D144C3" w:rsidRPr="00B32A01" w:rsidTr="0043363F">
        <w:trPr>
          <w:trHeight w:val="204"/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D144C3" w:rsidRPr="00AF1A45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Pr="00041118" w:rsidRDefault="00D144C3" w:rsidP="00D144C3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Pr="00041118">
        <w:rPr>
          <w:rFonts w:cs="Arial"/>
          <w:bCs/>
          <w:iCs/>
          <w:sz w:val="20"/>
        </w:rPr>
        <w:t>201</w:t>
      </w:r>
      <w:r w:rsidR="003A188B">
        <w:rPr>
          <w:rFonts w:cs="Arial"/>
          <w:bCs/>
          <w:iCs/>
          <w:sz w:val="20"/>
        </w:rPr>
        <w:t>8</w:t>
      </w:r>
      <w:r w:rsidRPr="00041118">
        <w:rPr>
          <w:rFonts w:cs="Arial"/>
          <w:bCs/>
          <w:iCs/>
          <w:sz w:val="20"/>
        </w:rPr>
        <w:t xml:space="preserve">                   </w:t>
      </w:r>
    </w:p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Default="00D144C3" w:rsidP="00D144C3">
      <w:pPr>
        <w:jc w:val="both"/>
        <w:rPr>
          <w:rFonts w:cs="Arial"/>
          <w:sz w:val="20"/>
        </w:rPr>
      </w:pPr>
    </w:p>
    <w:p w:rsidR="00D144C3" w:rsidRDefault="00D144C3" w:rsidP="00D144C3">
      <w:pPr>
        <w:jc w:val="both"/>
        <w:rPr>
          <w:rFonts w:cs="Arial"/>
          <w:sz w:val="20"/>
        </w:rPr>
      </w:pPr>
    </w:p>
    <w:p w:rsidR="00D144C3" w:rsidRPr="00041118" w:rsidRDefault="00D144C3" w:rsidP="00D144C3">
      <w:pPr>
        <w:jc w:val="both"/>
        <w:rPr>
          <w:rFonts w:cs="Arial"/>
          <w:sz w:val="20"/>
        </w:rPr>
      </w:pPr>
    </w:p>
    <w:p w:rsidR="00D144C3" w:rsidRPr="00041118" w:rsidRDefault="00D144C3" w:rsidP="00D144C3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144C3" w:rsidRPr="00041118" w:rsidRDefault="00D144C3" w:rsidP="00D144C3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144C3" w:rsidRPr="00041118" w:rsidRDefault="00D144C3" w:rsidP="00D144C3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144C3" w:rsidRPr="00041118" w:rsidRDefault="00D144C3" w:rsidP="00D144C3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D144C3" w:rsidRDefault="00D144C3" w:rsidP="00D144C3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D144C3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3E" w:rsidRDefault="00CE103E" w:rsidP="00264229">
      <w:r>
        <w:separator/>
      </w:r>
    </w:p>
  </w:endnote>
  <w:endnote w:type="continuationSeparator" w:id="0">
    <w:p w:rsidR="00CE103E" w:rsidRDefault="00CE103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03E" w:rsidRPr="005C0F97" w:rsidRDefault="00CE103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E103E" w:rsidRPr="005700BE" w:rsidRDefault="00CE103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3904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39048E" w:rsidRPr="005C0F97">
      <w:rPr>
        <w:rFonts w:cs="Arial"/>
        <w:i/>
        <w:color w:val="7F7F7F"/>
        <w:sz w:val="18"/>
        <w:szCs w:val="18"/>
      </w:rPr>
      <w:fldChar w:fldCharType="separate"/>
    </w:r>
    <w:r w:rsidR="003A188B">
      <w:rPr>
        <w:rFonts w:cs="Arial"/>
        <w:i/>
        <w:noProof/>
        <w:color w:val="7F7F7F"/>
        <w:sz w:val="18"/>
        <w:szCs w:val="18"/>
      </w:rPr>
      <w:t>1</w:t>
    </w:r>
    <w:r w:rsidR="0039048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3904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39048E" w:rsidRPr="005C0F97">
      <w:rPr>
        <w:rFonts w:cs="Arial"/>
        <w:i/>
        <w:color w:val="7F7F7F"/>
        <w:sz w:val="18"/>
        <w:szCs w:val="18"/>
      </w:rPr>
      <w:fldChar w:fldCharType="separate"/>
    </w:r>
    <w:r w:rsidR="003A188B">
      <w:rPr>
        <w:rFonts w:cs="Arial"/>
        <w:i/>
        <w:noProof/>
        <w:color w:val="7F7F7F"/>
        <w:sz w:val="18"/>
        <w:szCs w:val="18"/>
      </w:rPr>
      <w:t>1</w:t>
    </w:r>
    <w:r w:rsidR="0039048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3E" w:rsidRDefault="00CE103E" w:rsidP="00264229">
      <w:r>
        <w:separator/>
      </w:r>
    </w:p>
  </w:footnote>
  <w:footnote w:type="continuationSeparator" w:id="0">
    <w:p w:rsidR="00CE103E" w:rsidRDefault="00CE103E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5EF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E0A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048E"/>
    <w:rsid w:val="003928F0"/>
    <w:rsid w:val="00393259"/>
    <w:rsid w:val="00394384"/>
    <w:rsid w:val="003960D8"/>
    <w:rsid w:val="003A017B"/>
    <w:rsid w:val="003A188B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6D93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C6B1E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3BF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A4D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1730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3B14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410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05D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569F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6C9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1680"/>
    <w:rsid w:val="00C2225E"/>
    <w:rsid w:val="00C31FF2"/>
    <w:rsid w:val="00C325DB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4C3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47FA6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DA38C-D53D-43DF-89E3-DE618230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37</cp:revision>
  <cp:lastPrinted>2012-11-12T13:41:00Z</cp:lastPrinted>
  <dcterms:created xsi:type="dcterms:W3CDTF">2013-09-12T07:54:00Z</dcterms:created>
  <dcterms:modified xsi:type="dcterms:W3CDTF">2017-11-06T09:42:00Z</dcterms:modified>
</cp:coreProperties>
</file>