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14:paraId="10BCF529" w14:textId="77777777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27876867" w14:textId="77777777"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14:paraId="311DB6B2" w14:textId="77777777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3C15F325" w14:textId="77777777"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14:paraId="20457836" w14:textId="77777777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F6A5DA" w14:textId="77777777" w:rsidR="00686EBD" w:rsidRPr="00D61B5B" w:rsidRDefault="00277666" w:rsidP="001E5CE3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A13AB7">
              <w:rPr>
                <w:b/>
                <w:bCs/>
                <w:sz w:val="32"/>
                <w:szCs w:val="32"/>
              </w:rPr>
              <w:t>Kancelářské potřeby s náhradní</w:t>
            </w:r>
            <w:r>
              <w:rPr>
                <w:b/>
                <w:bCs/>
                <w:sz w:val="32"/>
                <w:szCs w:val="32"/>
              </w:rPr>
              <w:t>m plněním pro Plzeňský kraj 2025</w:t>
            </w:r>
            <w:r w:rsidRPr="00A13AB7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      </w:t>
            </w:r>
            <w:r w:rsidRPr="00D61B5B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</w:t>
            </w:r>
            <w:r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 </w:t>
            </w:r>
          </w:p>
        </w:tc>
      </w:tr>
      <w:tr w:rsidR="00686EBD" w:rsidRPr="00D61B5B" w14:paraId="50CFA7A8" w14:textId="77777777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4216531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33DDC5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CB0960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14:paraId="37FE5FF7" w14:textId="77777777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95FB0BF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0C6B9F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289A39B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5563A10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14:paraId="34842297" w14:textId="77777777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4B44CA4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ECF51E" w14:textId="77777777"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14:paraId="56EBC3E1" w14:textId="77777777" w:rsidTr="00747594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C2FD884" w14:textId="77777777"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921BBD" w14:textId="77777777" w:rsidR="00686EBD" w:rsidRPr="00D61B5B" w:rsidRDefault="00562869" w:rsidP="0056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47594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A3F0F0F" w14:textId="77777777"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0316D6C" w14:textId="77777777"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033F79D7" w14:textId="77777777"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31EA06" w14:textId="77777777"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686EBD" w:rsidRPr="00D61B5B" w14:paraId="318E018E" w14:textId="77777777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2DC67547" w14:textId="77777777"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14:paraId="22960078" w14:textId="77777777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FDE797B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E735CF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3507FCAC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14:paraId="0E752E5A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14:paraId="407FDA55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03E7CC18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6E8D66B2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41A99A6C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14:paraId="4B8D74B2" w14:textId="77777777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9CD043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E7DEB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16189A5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EA60B9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14:paraId="7D44BF4B" w14:textId="77777777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CC2A231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4D6E4" w14:textId="77777777"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16B919D" w14:textId="77777777"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26BE0722" w14:textId="77777777"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632467AF" w14:textId="77777777"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14:paraId="06AA9798" w14:textId="77777777"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14:paraId="59864EBA" w14:textId="77777777"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14:paraId="10870B5E" w14:textId="77777777"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7CBC7CD" w14:textId="77777777"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4FBCD538" w14:textId="77777777"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14:paraId="1A4CA5B4" w14:textId="77777777"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14:paraId="097DB480" w14:textId="77777777"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14:paraId="36823844" w14:textId="77777777" w:rsidR="00562869" w:rsidRDefault="00562869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</w:p>
    <w:p w14:paraId="3CB55129" w14:textId="77777777"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14:paraId="12F75E2D" w14:textId="77777777"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14:paraId="650653DB" w14:textId="77777777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36E49461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7A1D1145" w14:textId="77777777"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14:paraId="482C8192" w14:textId="77777777"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6E73A177" w14:textId="77777777"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14:paraId="1FDFB695" w14:textId="77777777" w:rsidTr="00520049">
        <w:tc>
          <w:tcPr>
            <w:tcW w:w="421" w:type="dxa"/>
            <w:vAlign w:val="center"/>
          </w:tcPr>
          <w:p w14:paraId="3ECBDBB0" w14:textId="77777777"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2DB7D4B1" w14:textId="77777777"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14:paraId="00675768" w14:textId="77777777"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14:paraId="1790E0BD" w14:textId="77777777"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14:paraId="2C0A6FBB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14:paraId="276D1C34" w14:textId="77777777"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14:paraId="04D74396" w14:textId="77777777" w:rsidTr="00520049">
        <w:tc>
          <w:tcPr>
            <w:tcW w:w="421" w:type="dxa"/>
            <w:vAlign w:val="center"/>
          </w:tcPr>
          <w:p w14:paraId="646C34BD" w14:textId="77777777"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263022DC" w14:textId="77777777"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14:paraId="1FB6107D" w14:textId="77777777"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14:paraId="26A35897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14:paraId="638A4FC7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14:paraId="4C23649A" w14:textId="77777777"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14:paraId="4BDDD020" w14:textId="77777777" w:rsidTr="00520049">
        <w:tc>
          <w:tcPr>
            <w:tcW w:w="421" w:type="dxa"/>
            <w:vAlign w:val="center"/>
          </w:tcPr>
          <w:p w14:paraId="51488A96" w14:textId="77777777"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66F98610" w14:textId="77777777"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14:paraId="0D991165" w14:textId="77777777"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14:paraId="443D13A7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14:paraId="7627BDD7" w14:textId="77777777"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14:paraId="6DAAC894" w14:textId="77777777"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14:paraId="178626EE" w14:textId="77777777"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14:paraId="109040FF" w14:textId="77777777" w:rsidR="00DA5072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provede veřejnou zakázku samostatně bez </w:t>
      </w:r>
      <w:commentRangeStart w:id="0"/>
      <w:r w:rsidRPr="00520049">
        <w:rPr>
          <w:rFonts w:ascii="Calibri" w:eastAsia="Times New Roman" w:hAnsi="Calibri" w:cs="Calibri"/>
          <w:b/>
          <w:szCs w:val="48"/>
          <w:lang w:eastAsia="cs-CZ"/>
        </w:rPr>
        <w:t>poddodavatelů</w:t>
      </w:r>
      <w:commentRangeEnd w:id="0"/>
      <w:r w:rsidR="00EC1CDB">
        <w:rPr>
          <w:rStyle w:val="Odkaznakoment"/>
        </w:rPr>
        <w:commentReference w:id="0"/>
      </w:r>
      <w:r w:rsidRPr="00520049">
        <w:rPr>
          <w:rFonts w:ascii="Calibri" w:eastAsia="Times New Roman" w:hAnsi="Calibri" w:cs="Calibri"/>
          <w:b/>
          <w:szCs w:val="48"/>
          <w:lang w:eastAsia="cs-CZ"/>
        </w:rPr>
        <w:t>.</w:t>
      </w:r>
    </w:p>
    <w:p w14:paraId="091A2386" w14:textId="77777777" w:rsidR="00277666" w:rsidRDefault="00277666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4AD17796" w14:textId="77777777" w:rsidR="00277666" w:rsidRDefault="00277666" w:rsidP="00277666">
      <w:pPr>
        <w:rPr>
          <w:lang w:eastAsia="cs-CZ"/>
        </w:rPr>
      </w:pPr>
    </w:p>
    <w:p w14:paraId="60E5A043" w14:textId="77777777" w:rsidR="00277666" w:rsidRDefault="00277666" w:rsidP="00277666">
      <w:pPr>
        <w:pStyle w:val="Nadpis3"/>
        <w:rPr>
          <w:lang w:eastAsia="cs-CZ"/>
        </w:rPr>
      </w:pPr>
      <w:r>
        <w:rPr>
          <w:lang w:eastAsia="cs-CZ"/>
        </w:rPr>
        <w:t>PROHLÁŠENÍ O GARANCI NÁHRADNÍHO PLNĚNÍ</w:t>
      </w:r>
    </w:p>
    <w:p w14:paraId="64422452" w14:textId="77777777" w:rsidR="00277666" w:rsidRDefault="00277666" w:rsidP="00277666">
      <w:pPr>
        <w:tabs>
          <w:tab w:val="left" w:pos="3210"/>
        </w:tabs>
        <w:spacing w:before="240"/>
        <w:jc w:val="both"/>
        <w:rPr>
          <w:lang w:eastAsia="cs-CZ"/>
        </w:rPr>
      </w:pPr>
      <w:r>
        <w:rPr>
          <w:lang w:eastAsia="cs-CZ"/>
        </w:rPr>
        <w:t xml:space="preserve">Dodavatel garantuje, že </w:t>
      </w:r>
      <w:r w:rsidRPr="00D64083">
        <w:rPr>
          <w:lang w:eastAsia="cs-CZ"/>
        </w:rPr>
        <w:t xml:space="preserve">bude </w:t>
      </w:r>
      <w:r>
        <w:rPr>
          <w:lang w:eastAsia="cs-CZ"/>
        </w:rPr>
        <w:t xml:space="preserve">po celou dobu plnění ze smlouvy na veřejnou zakázku </w:t>
      </w:r>
      <w:r w:rsidRPr="00D64083">
        <w:rPr>
          <w:lang w:eastAsia="cs-CZ"/>
        </w:rPr>
        <w:t>poskytovat náhradní plnění a bude garantovat 100 % uznatelnost dodávaných výrobků pro účely náhradního plnění dle zákona č. 435/2004 Sb., o zaměstnanosti, ve znění pozdějších předpisů.</w:t>
      </w:r>
    </w:p>
    <w:p w14:paraId="587852E7" w14:textId="77777777" w:rsidR="00744A93" w:rsidRPr="009156F2" w:rsidRDefault="00744A93" w:rsidP="00744A93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K POPTÁVKOVÉMU</w:t>
      </w:r>
      <w:r w:rsidRPr="009156F2">
        <w:rPr>
          <w:lang w:eastAsia="cs-CZ"/>
        </w:rPr>
        <w:t xml:space="preserve"> ŘÍZENÍ</w:t>
      </w:r>
    </w:p>
    <w:p w14:paraId="1B113E17" w14:textId="77777777" w:rsidR="00744A93" w:rsidRPr="005E7693" w:rsidRDefault="00744A93" w:rsidP="00744A93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>
        <w:rPr>
          <w:rFonts w:cs="Calibri"/>
        </w:rPr>
        <w:t>:</w:t>
      </w:r>
    </w:p>
    <w:p w14:paraId="7F87A77B" w14:textId="77777777" w:rsidR="00744A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 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1231238E" w14:textId="77777777" w:rsidR="00744A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022DBA75" w14:textId="77777777" w:rsidR="00744A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</w:t>
      </w:r>
      <w:r>
        <w:rPr>
          <w:rFonts w:cs="Calibri"/>
          <w:szCs w:val="20"/>
        </w:rPr>
        <w:t xml:space="preserve"> centrálním</w:t>
      </w:r>
      <w:r w:rsidRPr="005E7693">
        <w:rPr>
          <w:rFonts w:cs="Calibri"/>
          <w:szCs w:val="20"/>
        </w:rPr>
        <w:t xml:space="preserve"> zadavatelem v zadávacích podmínkách;</w:t>
      </w:r>
    </w:p>
    <w:p w14:paraId="2F56D300" w14:textId="77777777" w:rsidR="00744A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30E97F32" w14:textId="77777777" w:rsidR="00744A93" w:rsidRPr="005E76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jc w:val="both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08C163A1" w14:textId="77777777" w:rsidR="00744A93" w:rsidRDefault="00744A93" w:rsidP="00744A93">
      <w:pPr>
        <w:pStyle w:val="Odstavecseseznamem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cs="Calibri"/>
          <w:szCs w:val="20"/>
        </w:rPr>
      </w:pPr>
      <w:r w:rsidRPr="005E7693">
        <w:rPr>
          <w:rFonts w:cs="Calibri"/>
          <w:szCs w:val="20"/>
        </w:rPr>
        <w:lastRenderedPageBreak/>
        <w:t>dodavatel a jeho případní poddodavatelé splňují podmínky právních předpisů a mezinárodních předpisů ohledně mezinárodních sankcí proti Rusku a Bělorusku, když plnění této veřejné zakázky nebude ani zčásti realizováno včetně plateb osoba</w:t>
      </w:r>
      <w:bookmarkStart w:id="1" w:name="_GoBack"/>
      <w:bookmarkEnd w:id="1"/>
      <w:r w:rsidRPr="005E7693">
        <w:rPr>
          <w:rFonts w:cs="Calibri"/>
          <w:szCs w:val="20"/>
        </w:rPr>
        <w:t xml:space="preserve">mi na sankčních seznamech, a to konkrétně: </w:t>
      </w:r>
    </w:p>
    <w:p w14:paraId="7E17CF62" w14:textId="77777777" w:rsidR="00744A93" w:rsidRDefault="00744A93" w:rsidP="00744A9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727BCFC5" w14:textId="77777777" w:rsidR="00744A93" w:rsidRPr="000A303E" w:rsidRDefault="00744A93" w:rsidP="00744A9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  <w:r w:rsidRPr="000A303E">
        <w:rPr>
          <w:rFonts w:cs="Calibri"/>
          <w:szCs w:val="20"/>
        </w:rPr>
        <w:t xml:space="preserve">nebo </w:t>
      </w:r>
    </w:p>
    <w:p w14:paraId="12DEAB6F" w14:textId="77777777" w:rsidR="00744A93" w:rsidRDefault="00744A93" w:rsidP="00744A9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03638656" w14:textId="77777777" w:rsidR="00744A93" w:rsidRPr="005E7693" w:rsidRDefault="00744A93" w:rsidP="00744A93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1C254FE2" w14:textId="77777777" w:rsidR="00277666" w:rsidRPr="00520049" w:rsidRDefault="00277666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</w:p>
    <w:p w14:paraId="5E76653F" w14:textId="77777777" w:rsidR="00744A93" w:rsidRPr="005931BD" w:rsidRDefault="00744A93" w:rsidP="00744A93">
      <w:pPr>
        <w:rPr>
          <w:rFonts w:cs="Calibri"/>
        </w:rPr>
      </w:pPr>
      <w:r w:rsidRPr="005931BD">
        <w:rPr>
          <w:rFonts w:cs="Calibri"/>
        </w:rPr>
        <w:t xml:space="preserve">Datum: ……………………………                                                                              </w:t>
      </w:r>
    </w:p>
    <w:p w14:paraId="7F16FB0C" w14:textId="77777777" w:rsidR="00744A93" w:rsidRDefault="00744A93" w:rsidP="00744A93">
      <w:pPr>
        <w:spacing w:before="120"/>
        <w:rPr>
          <w:rFonts w:cs="Calibri"/>
          <w:b/>
          <w:szCs w:val="20"/>
        </w:rPr>
      </w:pPr>
    </w:p>
    <w:p w14:paraId="2FAA0168" w14:textId="77777777" w:rsidR="00744A93" w:rsidRDefault="00744A93" w:rsidP="00744A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2804CAF9" w14:textId="77777777" w:rsidR="00744A93" w:rsidRDefault="00744A93" w:rsidP="00744A93">
      <w:pPr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5AEB8447" w14:textId="77777777" w:rsidR="00744A93" w:rsidRDefault="00744A93" w:rsidP="00744A93">
      <w:pPr>
        <w:rPr>
          <w:rFonts w:cs="Calibri"/>
          <w:szCs w:val="20"/>
        </w:rPr>
      </w:pPr>
    </w:p>
    <w:p w14:paraId="183E7F1F" w14:textId="77777777" w:rsidR="00744A93" w:rsidRDefault="00744A93" w:rsidP="00744A93">
      <w:pPr>
        <w:rPr>
          <w:rFonts w:cs="Calibri"/>
          <w:szCs w:val="20"/>
        </w:rPr>
      </w:pPr>
    </w:p>
    <w:p w14:paraId="309F8E3F" w14:textId="77777777" w:rsidR="00744A93" w:rsidRDefault="00744A93" w:rsidP="00744A93">
      <w:pPr>
        <w:rPr>
          <w:rFonts w:cs="Calibri"/>
          <w:szCs w:val="20"/>
        </w:rPr>
      </w:pPr>
    </w:p>
    <w:p w14:paraId="7420D363" w14:textId="77777777" w:rsidR="00744A93" w:rsidRDefault="00744A93" w:rsidP="00744A93">
      <w:pPr>
        <w:rPr>
          <w:rFonts w:cs="Calibri"/>
          <w:i/>
        </w:rPr>
      </w:pPr>
    </w:p>
    <w:p w14:paraId="2A5A6844" w14:textId="77777777" w:rsidR="00744A93" w:rsidRDefault="00744A93" w:rsidP="00744A93">
      <w:pPr>
        <w:rPr>
          <w:rFonts w:cs="Calibri"/>
          <w:i/>
        </w:rPr>
      </w:pPr>
    </w:p>
    <w:p w14:paraId="695EB05F" w14:textId="77777777" w:rsidR="00744A93" w:rsidRDefault="00744A93" w:rsidP="00744A93">
      <w:pPr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70A12B23" w14:textId="77777777" w:rsidR="00744A93" w:rsidRDefault="00744A93" w:rsidP="00744A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p w14:paraId="7200DCDE" w14:textId="77777777" w:rsidR="006B27DC" w:rsidRPr="00520049" w:rsidRDefault="006B27DC" w:rsidP="00744A93">
      <w:pPr>
        <w:spacing w:before="480"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</w:p>
    <w:sectPr w:rsidR="006B27DC" w:rsidRPr="00520049" w:rsidSect="00686EBD">
      <w:headerReference w:type="default" r:id="rId9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NPK" w:date="2024-10-07T10:18:00Z" w:initials="CN">
    <w:p w14:paraId="1DD75EDD" w14:textId="77777777" w:rsidR="00EC1CDB" w:rsidRDefault="00EC1CDB">
      <w:pPr>
        <w:pStyle w:val="Textkomente"/>
      </w:pPr>
      <w:r>
        <w:rPr>
          <w:rStyle w:val="Odkaznakoment"/>
        </w:rPr>
        <w:annotationRef/>
      </w:r>
      <w:r>
        <w:t>Nebude stanovena Technická kvalifikace?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D75E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77920" w14:textId="77777777"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14:paraId="49963569" w14:textId="77777777"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9FB7B" w14:textId="77777777"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14:paraId="25333C4F" w14:textId="77777777"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4AD66" w14:textId="77777777"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6177D0">
      <w:rPr>
        <w:rFonts w:ascii="Calibri" w:eastAsia="Times New Roman" w:hAnsi="Calibri" w:cs="Calibri"/>
        <w:szCs w:val="48"/>
        <w:lang w:eastAsia="cs-CZ"/>
      </w:rPr>
      <w:t>– Prohlášení</w:t>
    </w:r>
  </w:p>
  <w:p w14:paraId="67BD01D0" w14:textId="77777777"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14:paraId="58FB67A5" w14:textId="77777777"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1E5CE3"/>
    <w:rsid w:val="00260E21"/>
    <w:rsid w:val="00265338"/>
    <w:rsid w:val="00277666"/>
    <w:rsid w:val="00506A00"/>
    <w:rsid w:val="00520049"/>
    <w:rsid w:val="00562869"/>
    <w:rsid w:val="006177D0"/>
    <w:rsid w:val="00686EBD"/>
    <w:rsid w:val="006B27DC"/>
    <w:rsid w:val="00744A93"/>
    <w:rsid w:val="00747594"/>
    <w:rsid w:val="007D276A"/>
    <w:rsid w:val="008132AA"/>
    <w:rsid w:val="00822CDC"/>
    <w:rsid w:val="008C435B"/>
    <w:rsid w:val="008F53ED"/>
    <w:rsid w:val="00996B65"/>
    <w:rsid w:val="009E0334"/>
    <w:rsid w:val="00A337EC"/>
    <w:rsid w:val="00A92192"/>
    <w:rsid w:val="00CB0960"/>
    <w:rsid w:val="00D61B5B"/>
    <w:rsid w:val="00DA5072"/>
    <w:rsid w:val="00E61FC0"/>
    <w:rsid w:val="00EC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81F99E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766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 w:after="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277666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sid w:val="00744A9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1C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1C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CNPK</cp:lastModifiedBy>
  <cp:revision>14</cp:revision>
  <dcterms:created xsi:type="dcterms:W3CDTF">2021-04-28T11:50:00Z</dcterms:created>
  <dcterms:modified xsi:type="dcterms:W3CDTF">2024-10-07T08:19:00Z</dcterms:modified>
</cp:coreProperties>
</file>